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77777777" w:rsidR="006E5D65" w:rsidRPr="003B5BD1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3B5BD1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3B5BD1">
        <w:rPr>
          <w:rFonts w:ascii="Corbel" w:hAnsi="Corbel"/>
          <w:b/>
          <w:bCs/>
          <w:sz w:val="24"/>
          <w:szCs w:val="24"/>
        </w:rPr>
        <w:tab/>
      </w:r>
      <w:r w:rsidR="00CD6897" w:rsidRPr="003B5BD1">
        <w:rPr>
          <w:rFonts w:ascii="Corbel" w:hAnsi="Corbel"/>
          <w:b/>
          <w:bCs/>
          <w:sz w:val="24"/>
          <w:szCs w:val="24"/>
        </w:rPr>
        <w:tab/>
      </w:r>
      <w:r w:rsidR="00CD6897" w:rsidRPr="003B5BD1">
        <w:rPr>
          <w:rFonts w:ascii="Corbel" w:hAnsi="Corbel"/>
          <w:b/>
          <w:bCs/>
          <w:sz w:val="24"/>
          <w:szCs w:val="24"/>
        </w:rPr>
        <w:tab/>
      </w:r>
      <w:r w:rsidR="00CD6897" w:rsidRPr="003B5BD1">
        <w:rPr>
          <w:rFonts w:ascii="Corbel" w:hAnsi="Corbel"/>
          <w:b/>
          <w:bCs/>
          <w:sz w:val="24"/>
          <w:szCs w:val="24"/>
        </w:rPr>
        <w:tab/>
      </w:r>
      <w:r w:rsidR="00CD6897" w:rsidRPr="003B5BD1">
        <w:rPr>
          <w:rFonts w:ascii="Corbel" w:hAnsi="Corbel"/>
          <w:b/>
          <w:bCs/>
          <w:sz w:val="24"/>
          <w:szCs w:val="24"/>
        </w:rPr>
        <w:tab/>
      </w:r>
      <w:r w:rsidR="00CD6897" w:rsidRPr="003B5BD1">
        <w:rPr>
          <w:rFonts w:ascii="Corbel" w:hAnsi="Corbel"/>
          <w:b/>
          <w:bCs/>
          <w:sz w:val="24"/>
          <w:szCs w:val="24"/>
        </w:rPr>
        <w:tab/>
      </w:r>
      <w:r w:rsidR="00D8678B" w:rsidRPr="003B5BD1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3B5BD1">
        <w:rPr>
          <w:rFonts w:ascii="Corbel" w:hAnsi="Corbel"/>
          <w:bCs/>
          <w:i/>
          <w:sz w:val="24"/>
          <w:szCs w:val="24"/>
        </w:rPr>
        <w:t>1.5</w:t>
      </w:r>
      <w:r w:rsidR="00D8678B" w:rsidRPr="003B5BD1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3B5BD1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3B5BD1">
        <w:rPr>
          <w:rFonts w:ascii="Corbel" w:hAnsi="Corbel"/>
          <w:bCs/>
          <w:i/>
          <w:sz w:val="24"/>
          <w:szCs w:val="24"/>
        </w:rPr>
        <w:t xml:space="preserve"> nr </w:t>
      </w:r>
      <w:r w:rsidR="00F61A26" w:rsidRPr="003B5BD1">
        <w:rPr>
          <w:rFonts w:ascii="Corbel" w:hAnsi="Corbel"/>
          <w:bCs/>
          <w:i/>
          <w:sz w:val="24"/>
          <w:szCs w:val="24"/>
        </w:rPr>
        <w:t>7/2023</w:t>
      </w:r>
    </w:p>
    <w:p w14:paraId="16D87FF4" w14:textId="77777777" w:rsidR="00AB69FF" w:rsidRPr="003B5BD1" w:rsidRDefault="00AB69FF" w:rsidP="00AB69FF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B5BD1">
        <w:rPr>
          <w:rFonts w:ascii="Corbel" w:hAnsi="Corbel"/>
          <w:b/>
          <w:smallCaps/>
          <w:sz w:val="24"/>
          <w:szCs w:val="24"/>
        </w:rPr>
        <w:t>SYLABUS</w:t>
      </w:r>
    </w:p>
    <w:p w14:paraId="0AB18325" w14:textId="77777777" w:rsidR="00AB69FF" w:rsidRPr="003B5BD1" w:rsidRDefault="00AB69FF" w:rsidP="00AB69F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3B5BD1">
        <w:rPr>
          <w:rFonts w:ascii="Corbel" w:hAnsi="Corbel"/>
          <w:b/>
          <w:smallCaps/>
          <w:sz w:val="24"/>
          <w:szCs w:val="24"/>
        </w:rPr>
        <w:t xml:space="preserve">dotyczy cyklu kształcenia 2023-2028 </w:t>
      </w:r>
    </w:p>
    <w:p w14:paraId="5700CB34" w14:textId="77777777" w:rsidR="00AB69FF" w:rsidRPr="003B5BD1" w:rsidRDefault="00AB69FF" w:rsidP="00AB69FF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3B5BD1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       (skrajne daty</w:t>
      </w:r>
      <w:r w:rsidRPr="003B5BD1">
        <w:rPr>
          <w:rFonts w:ascii="Corbel" w:hAnsi="Corbel"/>
          <w:sz w:val="24"/>
          <w:szCs w:val="24"/>
        </w:rPr>
        <w:t>)</w:t>
      </w:r>
    </w:p>
    <w:p w14:paraId="54805C89" w14:textId="123E8D7E" w:rsidR="00AB69FF" w:rsidRPr="003B5BD1" w:rsidRDefault="00AB69FF" w:rsidP="00AB69FF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3B5BD1">
        <w:rPr>
          <w:rFonts w:ascii="Corbel" w:hAnsi="Corbel"/>
          <w:sz w:val="24"/>
          <w:szCs w:val="24"/>
        </w:rPr>
        <w:tab/>
      </w:r>
      <w:r w:rsidRPr="003B5BD1">
        <w:rPr>
          <w:rFonts w:ascii="Corbel" w:hAnsi="Corbel"/>
          <w:sz w:val="24"/>
          <w:szCs w:val="24"/>
        </w:rPr>
        <w:tab/>
      </w:r>
      <w:r w:rsidRPr="003B5BD1">
        <w:rPr>
          <w:rFonts w:ascii="Corbel" w:hAnsi="Corbel"/>
          <w:sz w:val="24"/>
          <w:szCs w:val="24"/>
        </w:rPr>
        <w:tab/>
      </w:r>
      <w:r w:rsidRPr="003B5BD1">
        <w:rPr>
          <w:rFonts w:ascii="Corbel" w:hAnsi="Corbel"/>
          <w:sz w:val="24"/>
          <w:szCs w:val="24"/>
        </w:rPr>
        <w:tab/>
        <w:t>Rok akademicki   202</w:t>
      </w:r>
      <w:r w:rsidR="00F658FF">
        <w:rPr>
          <w:rFonts w:ascii="Corbel" w:hAnsi="Corbel"/>
          <w:sz w:val="24"/>
          <w:szCs w:val="24"/>
        </w:rPr>
        <w:t>5</w:t>
      </w:r>
      <w:r w:rsidRPr="003B5BD1">
        <w:rPr>
          <w:rFonts w:ascii="Corbel" w:hAnsi="Corbel"/>
          <w:sz w:val="24"/>
          <w:szCs w:val="24"/>
        </w:rPr>
        <w:t>/202</w:t>
      </w:r>
      <w:r w:rsidR="00F658FF">
        <w:rPr>
          <w:rFonts w:ascii="Corbel" w:hAnsi="Corbel"/>
          <w:sz w:val="24"/>
          <w:szCs w:val="24"/>
        </w:rPr>
        <w:t>6</w:t>
      </w:r>
    </w:p>
    <w:p w14:paraId="6FC1597C" w14:textId="77777777" w:rsidR="0085747A" w:rsidRPr="003B5BD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2D4F8" w14:textId="77777777" w:rsidR="0085747A" w:rsidRPr="003B5BD1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B5BD1">
        <w:rPr>
          <w:rFonts w:ascii="Corbel" w:hAnsi="Corbel"/>
          <w:szCs w:val="24"/>
        </w:rPr>
        <w:t xml:space="preserve">1. </w:t>
      </w:r>
      <w:r w:rsidR="0085747A" w:rsidRPr="003B5BD1">
        <w:rPr>
          <w:rFonts w:ascii="Corbel" w:hAnsi="Corbel"/>
          <w:szCs w:val="24"/>
        </w:rPr>
        <w:t xml:space="preserve">Podstawowe </w:t>
      </w:r>
      <w:r w:rsidR="00445970" w:rsidRPr="003B5BD1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3B5BD1" w14:paraId="7B6B3F27" w14:textId="77777777" w:rsidTr="00AB69FF">
        <w:tc>
          <w:tcPr>
            <w:tcW w:w="2694" w:type="dxa"/>
            <w:vAlign w:val="center"/>
          </w:tcPr>
          <w:p w14:paraId="07010FBB" w14:textId="77777777" w:rsidR="0085747A" w:rsidRPr="003B5BD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5BD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C5200C" w14:textId="400A2C14" w:rsidR="0085747A" w:rsidRPr="003B5BD1" w:rsidRDefault="00AB69F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5BD1">
              <w:rPr>
                <w:rFonts w:ascii="Corbel" w:hAnsi="Corbel"/>
                <w:b w:val="0"/>
                <w:sz w:val="24"/>
                <w:szCs w:val="24"/>
              </w:rPr>
              <w:t>Porównawcze prawo konstytucyjne</w:t>
            </w:r>
          </w:p>
        </w:tc>
      </w:tr>
      <w:tr w:rsidR="0085747A" w:rsidRPr="003B5BD1" w14:paraId="1820FF8A" w14:textId="77777777" w:rsidTr="00AB69FF">
        <w:tc>
          <w:tcPr>
            <w:tcW w:w="2694" w:type="dxa"/>
            <w:vAlign w:val="center"/>
          </w:tcPr>
          <w:p w14:paraId="5C62B05B" w14:textId="77777777" w:rsidR="0085747A" w:rsidRPr="003B5BD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5BD1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3B5BD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147032" w14:textId="77777777" w:rsidR="0085747A" w:rsidRPr="003B5BD1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AB69FF" w:rsidRPr="003B5BD1" w14:paraId="4D36C4B5" w14:textId="77777777" w:rsidTr="00AB69FF">
        <w:tc>
          <w:tcPr>
            <w:tcW w:w="2694" w:type="dxa"/>
            <w:vAlign w:val="center"/>
          </w:tcPr>
          <w:p w14:paraId="44F80EA6" w14:textId="77777777" w:rsidR="00AB69FF" w:rsidRPr="003B5BD1" w:rsidRDefault="00AB69FF" w:rsidP="00AB69FF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B5BD1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B56D503" w14:textId="1DF6E160" w:rsidR="00AB69FF" w:rsidRPr="003B5BD1" w:rsidRDefault="00AB69FF" w:rsidP="00AB69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5BD1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AB69FF" w:rsidRPr="003B5BD1" w14:paraId="6C3038C7" w14:textId="77777777" w:rsidTr="00AB69FF">
        <w:tc>
          <w:tcPr>
            <w:tcW w:w="2694" w:type="dxa"/>
            <w:vAlign w:val="center"/>
          </w:tcPr>
          <w:p w14:paraId="49252DE4" w14:textId="77777777" w:rsidR="00AB69FF" w:rsidRPr="003B5BD1" w:rsidRDefault="00AB69FF" w:rsidP="00AB69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5BD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2330D214" w:rsidR="00AB69FF" w:rsidRPr="003B5BD1" w:rsidRDefault="00AB69FF" w:rsidP="00AB69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5BD1">
              <w:rPr>
                <w:rFonts w:ascii="Corbel" w:hAnsi="Corbel"/>
                <w:b w:val="0"/>
                <w:sz w:val="24"/>
                <w:szCs w:val="24"/>
              </w:rPr>
              <w:t>Zakład Komparatystyki Prawniczej i Nauk Pomocniczych</w:t>
            </w:r>
          </w:p>
        </w:tc>
      </w:tr>
      <w:tr w:rsidR="00AB69FF" w:rsidRPr="003B5BD1" w14:paraId="192BD65A" w14:textId="77777777" w:rsidTr="00AB69FF">
        <w:tc>
          <w:tcPr>
            <w:tcW w:w="2694" w:type="dxa"/>
            <w:vAlign w:val="center"/>
          </w:tcPr>
          <w:p w14:paraId="10FF2062" w14:textId="77777777" w:rsidR="00AB69FF" w:rsidRPr="003B5BD1" w:rsidRDefault="00AB69FF" w:rsidP="00AB69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5BD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22F81791" w:rsidR="00AB69FF" w:rsidRPr="003B5BD1" w:rsidRDefault="00AB69FF" w:rsidP="00AB69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5BD1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AB69FF" w:rsidRPr="003B5BD1" w14:paraId="70304835" w14:textId="77777777" w:rsidTr="00AB69FF">
        <w:tc>
          <w:tcPr>
            <w:tcW w:w="2694" w:type="dxa"/>
            <w:vAlign w:val="center"/>
          </w:tcPr>
          <w:p w14:paraId="41CAFCB5" w14:textId="77777777" w:rsidR="00AB69FF" w:rsidRPr="003B5BD1" w:rsidRDefault="00AB69FF" w:rsidP="00AB69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5BD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22ACE866" w:rsidR="00AB69FF" w:rsidRPr="003B5BD1" w:rsidRDefault="00AB69FF" w:rsidP="00AB69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5BD1">
              <w:rPr>
                <w:rFonts w:ascii="Corbel" w:hAnsi="Corbel"/>
                <w:b w:val="0"/>
                <w:sz w:val="24"/>
                <w:szCs w:val="24"/>
              </w:rPr>
              <w:t xml:space="preserve">Jednolite magisterskie </w:t>
            </w:r>
          </w:p>
        </w:tc>
      </w:tr>
      <w:tr w:rsidR="00AB69FF" w:rsidRPr="003B5BD1" w14:paraId="388F3755" w14:textId="77777777" w:rsidTr="00AB69FF">
        <w:tc>
          <w:tcPr>
            <w:tcW w:w="2694" w:type="dxa"/>
            <w:vAlign w:val="center"/>
          </w:tcPr>
          <w:p w14:paraId="074F09CD" w14:textId="77777777" w:rsidR="00AB69FF" w:rsidRPr="003B5BD1" w:rsidRDefault="00AB69FF" w:rsidP="00AB69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5BD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5E5C58E9" w:rsidR="00AB69FF" w:rsidRPr="003B5BD1" w:rsidRDefault="00AB69FF" w:rsidP="00AB69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3B5BD1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AB69FF" w:rsidRPr="003B5BD1" w14:paraId="09205566" w14:textId="77777777" w:rsidTr="00AB69FF">
        <w:tc>
          <w:tcPr>
            <w:tcW w:w="2694" w:type="dxa"/>
            <w:vAlign w:val="center"/>
          </w:tcPr>
          <w:p w14:paraId="694A7C70" w14:textId="77777777" w:rsidR="00AB69FF" w:rsidRPr="003B5BD1" w:rsidRDefault="00AB69FF" w:rsidP="00AB69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5BD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2A484D8E" w:rsidR="00AB69FF" w:rsidRPr="003B5BD1" w:rsidRDefault="00BD66BA" w:rsidP="00AB69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AB69FF" w:rsidRPr="003B5BD1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E66D4F" w:rsidRPr="003B5BD1" w14:paraId="13EBA259" w14:textId="77777777" w:rsidTr="00AB69FF">
        <w:tc>
          <w:tcPr>
            <w:tcW w:w="2694" w:type="dxa"/>
            <w:vAlign w:val="center"/>
          </w:tcPr>
          <w:p w14:paraId="6E54C292" w14:textId="018679B4" w:rsidR="00E66D4F" w:rsidRPr="003B5BD1" w:rsidRDefault="00E66D4F" w:rsidP="00AB69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66D4F">
              <w:rPr>
                <w:rFonts w:ascii="Corbel" w:hAnsi="Corbel"/>
                <w:sz w:val="24"/>
                <w:szCs w:val="24"/>
              </w:rPr>
              <w:t>Rok i semestr/y studiów</w:t>
            </w:r>
            <w:r w:rsidRPr="00E66D4F">
              <w:rPr>
                <w:rFonts w:ascii="Corbel" w:hAnsi="Corbel"/>
                <w:sz w:val="24"/>
                <w:szCs w:val="24"/>
              </w:rPr>
              <w:tab/>
            </w:r>
          </w:p>
        </w:tc>
        <w:tc>
          <w:tcPr>
            <w:tcW w:w="7087" w:type="dxa"/>
            <w:vAlign w:val="center"/>
          </w:tcPr>
          <w:p w14:paraId="44B94DD4" w14:textId="0598E4CF" w:rsidR="00E66D4F" w:rsidRDefault="00E66D4F" w:rsidP="00AB69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66D4F">
              <w:rPr>
                <w:rFonts w:ascii="Corbel" w:hAnsi="Corbel"/>
                <w:b w:val="0"/>
                <w:sz w:val="24"/>
                <w:szCs w:val="24"/>
              </w:rPr>
              <w:t>III/VI</w:t>
            </w:r>
          </w:p>
        </w:tc>
      </w:tr>
      <w:tr w:rsidR="00AB69FF" w:rsidRPr="003B5BD1" w14:paraId="7ACCBA8E" w14:textId="77777777" w:rsidTr="00AB69FF">
        <w:tc>
          <w:tcPr>
            <w:tcW w:w="2694" w:type="dxa"/>
            <w:vAlign w:val="center"/>
          </w:tcPr>
          <w:p w14:paraId="54139759" w14:textId="77777777" w:rsidR="00AB69FF" w:rsidRPr="003B5BD1" w:rsidRDefault="00AB69FF" w:rsidP="00AB69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5BD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58B419D9" w:rsidR="00AB69FF" w:rsidRPr="003B5BD1" w:rsidRDefault="00AB69FF" w:rsidP="00AB69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5BD1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AB69FF" w:rsidRPr="003B5BD1" w14:paraId="331F9495" w14:textId="77777777" w:rsidTr="00AB69FF">
        <w:tc>
          <w:tcPr>
            <w:tcW w:w="2694" w:type="dxa"/>
            <w:vAlign w:val="center"/>
          </w:tcPr>
          <w:p w14:paraId="1B1DE481" w14:textId="77777777" w:rsidR="00AB69FF" w:rsidRPr="003B5BD1" w:rsidRDefault="00AB69FF" w:rsidP="00AB69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5BD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691FCE18" w:rsidR="00AB69FF" w:rsidRPr="003B5BD1" w:rsidRDefault="00AB69FF" w:rsidP="00AB69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5BD1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AB69FF" w:rsidRPr="003B5BD1" w14:paraId="339BFB5F" w14:textId="77777777" w:rsidTr="00AB69FF">
        <w:tc>
          <w:tcPr>
            <w:tcW w:w="2694" w:type="dxa"/>
            <w:vAlign w:val="center"/>
          </w:tcPr>
          <w:p w14:paraId="5D93ED52" w14:textId="77777777" w:rsidR="00AB69FF" w:rsidRPr="003B5BD1" w:rsidRDefault="00AB69FF" w:rsidP="00AB69FF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5BD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0450C9" w14:textId="04325D77" w:rsidR="00AB69FF" w:rsidRPr="003B5BD1" w:rsidRDefault="00AB69FF" w:rsidP="00AB69F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B5BD1">
              <w:rPr>
                <w:rFonts w:ascii="Corbel" w:hAnsi="Corbel"/>
                <w:b w:val="0"/>
                <w:sz w:val="24"/>
                <w:szCs w:val="24"/>
              </w:rPr>
              <w:t>Sabina Grabowska</w:t>
            </w:r>
          </w:p>
        </w:tc>
      </w:tr>
      <w:tr w:rsidR="0085747A" w:rsidRPr="003B5BD1" w14:paraId="0AD0E368" w14:textId="77777777" w:rsidTr="00AB69FF">
        <w:tc>
          <w:tcPr>
            <w:tcW w:w="2694" w:type="dxa"/>
            <w:vAlign w:val="center"/>
          </w:tcPr>
          <w:p w14:paraId="020748E0" w14:textId="77777777" w:rsidR="0085747A" w:rsidRPr="003B5BD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B5BD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837949" w14:textId="68FE11DE" w:rsidR="0085747A" w:rsidRPr="003B5BD1" w:rsidRDefault="0039289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Artur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Trubalski</w:t>
            </w:r>
            <w:proofErr w:type="spellEnd"/>
          </w:p>
        </w:tc>
      </w:tr>
    </w:tbl>
    <w:p w14:paraId="0AB0B6F8" w14:textId="77777777" w:rsidR="0085747A" w:rsidRPr="003B5BD1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3B5BD1">
        <w:rPr>
          <w:rFonts w:ascii="Corbel" w:hAnsi="Corbel"/>
          <w:sz w:val="24"/>
          <w:szCs w:val="24"/>
        </w:rPr>
        <w:t xml:space="preserve">* </w:t>
      </w:r>
      <w:r w:rsidRPr="003B5BD1">
        <w:rPr>
          <w:rFonts w:ascii="Corbel" w:hAnsi="Corbel"/>
          <w:i/>
          <w:sz w:val="24"/>
          <w:szCs w:val="24"/>
        </w:rPr>
        <w:t>-</w:t>
      </w:r>
      <w:r w:rsidR="00B90885" w:rsidRPr="003B5BD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3B5BD1">
        <w:rPr>
          <w:rFonts w:ascii="Corbel" w:hAnsi="Corbel"/>
          <w:b w:val="0"/>
          <w:sz w:val="24"/>
          <w:szCs w:val="24"/>
        </w:rPr>
        <w:t>e,</w:t>
      </w:r>
      <w:r w:rsidRPr="003B5BD1">
        <w:rPr>
          <w:rFonts w:ascii="Corbel" w:hAnsi="Corbel"/>
          <w:i/>
          <w:sz w:val="24"/>
          <w:szCs w:val="24"/>
        </w:rPr>
        <w:t xml:space="preserve"> </w:t>
      </w:r>
      <w:r w:rsidRPr="003B5BD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3B5BD1">
        <w:rPr>
          <w:rFonts w:ascii="Corbel" w:hAnsi="Corbel"/>
          <w:b w:val="0"/>
          <w:i/>
          <w:sz w:val="24"/>
          <w:szCs w:val="24"/>
        </w:rPr>
        <w:t>w Jednostce</w:t>
      </w:r>
    </w:p>
    <w:p w14:paraId="386805B0" w14:textId="77777777" w:rsidR="00923D7D" w:rsidRPr="003B5BD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AEF041" w14:textId="77777777" w:rsidR="0085747A" w:rsidRPr="003B5BD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3B5BD1">
        <w:rPr>
          <w:rFonts w:ascii="Corbel" w:hAnsi="Corbel"/>
          <w:sz w:val="24"/>
          <w:szCs w:val="24"/>
        </w:rPr>
        <w:t>1.</w:t>
      </w:r>
      <w:r w:rsidR="00E22FBC" w:rsidRPr="003B5BD1">
        <w:rPr>
          <w:rFonts w:ascii="Corbel" w:hAnsi="Corbel"/>
          <w:sz w:val="24"/>
          <w:szCs w:val="24"/>
        </w:rPr>
        <w:t>1</w:t>
      </w:r>
      <w:r w:rsidRPr="003B5BD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3B5BD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3B5BD1" w14:paraId="30AA7A1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3B5BD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B5BD1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3B5BD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B5BD1">
              <w:rPr>
                <w:rFonts w:ascii="Corbel" w:hAnsi="Corbel"/>
                <w:szCs w:val="24"/>
              </w:rPr>
              <w:t>(</w:t>
            </w:r>
            <w:r w:rsidR="00363F78" w:rsidRPr="003B5BD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3B5BD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B5BD1">
              <w:rPr>
                <w:rFonts w:ascii="Corbel" w:hAnsi="Corbel"/>
                <w:szCs w:val="24"/>
              </w:rPr>
              <w:t>Wykł</w:t>
            </w:r>
            <w:proofErr w:type="spellEnd"/>
            <w:r w:rsidRPr="003B5BD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3B5BD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B5BD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3B5BD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B5BD1">
              <w:rPr>
                <w:rFonts w:ascii="Corbel" w:hAnsi="Corbel"/>
                <w:szCs w:val="24"/>
              </w:rPr>
              <w:t>Konw</w:t>
            </w:r>
            <w:proofErr w:type="spellEnd"/>
            <w:r w:rsidRPr="003B5BD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3B5BD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B5BD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3B5BD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B5BD1">
              <w:rPr>
                <w:rFonts w:ascii="Corbel" w:hAnsi="Corbel"/>
                <w:szCs w:val="24"/>
              </w:rPr>
              <w:t>Sem</w:t>
            </w:r>
            <w:proofErr w:type="spellEnd"/>
            <w:r w:rsidRPr="003B5BD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3B5BD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B5BD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3B5BD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3B5BD1">
              <w:rPr>
                <w:rFonts w:ascii="Corbel" w:hAnsi="Corbel"/>
                <w:szCs w:val="24"/>
              </w:rPr>
              <w:t>Prakt</w:t>
            </w:r>
            <w:proofErr w:type="spellEnd"/>
            <w:r w:rsidRPr="003B5BD1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3B5BD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B5BD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3B5BD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B5BD1">
              <w:rPr>
                <w:rFonts w:ascii="Corbel" w:hAnsi="Corbel"/>
                <w:b/>
                <w:szCs w:val="24"/>
              </w:rPr>
              <w:t>Liczba pkt</w:t>
            </w:r>
            <w:r w:rsidR="00B90885" w:rsidRPr="003B5BD1">
              <w:rPr>
                <w:rFonts w:ascii="Corbel" w:hAnsi="Corbel"/>
                <w:b/>
                <w:szCs w:val="24"/>
              </w:rPr>
              <w:t>.</w:t>
            </w:r>
            <w:r w:rsidRPr="003B5BD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3B5BD1" w14:paraId="6306D56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D624" w14:textId="0052548B" w:rsidR="00015B8F" w:rsidRPr="003B5BD1" w:rsidRDefault="00296E8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77777777" w:rsidR="00015B8F" w:rsidRPr="003B5BD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77777777" w:rsidR="00015B8F" w:rsidRPr="003B5BD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7D3DF371" w:rsidR="00015B8F" w:rsidRPr="003B5BD1" w:rsidRDefault="00AB69F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B5BD1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3B5BD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3B5BD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3B5BD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015B8F" w:rsidRPr="003B5BD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3B5BD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4CB129F7" w:rsidR="00015B8F" w:rsidRPr="003B5BD1" w:rsidRDefault="00AB69F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B5BD1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30395F" w:rsidRPr="003B5BD1" w14:paraId="40A377C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5C310" w14:textId="77777777" w:rsidR="0030395F" w:rsidRPr="003B5BD1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8ECD7" w14:textId="77777777" w:rsidR="0030395F" w:rsidRPr="003B5BD1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2DE81" w14:textId="77777777" w:rsidR="0030395F" w:rsidRPr="003B5BD1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ED201" w14:textId="77777777" w:rsidR="0030395F" w:rsidRPr="003B5BD1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B53B8" w14:textId="77777777" w:rsidR="0030395F" w:rsidRPr="003B5BD1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78E4A" w14:textId="77777777" w:rsidR="0030395F" w:rsidRPr="003B5BD1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A7B8F" w14:textId="77777777" w:rsidR="0030395F" w:rsidRPr="003B5BD1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2EC27" w14:textId="77777777" w:rsidR="0030395F" w:rsidRPr="003B5BD1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A476C" w14:textId="77777777" w:rsidR="0030395F" w:rsidRPr="003B5BD1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2B700" w14:textId="77777777" w:rsidR="0030395F" w:rsidRPr="003B5BD1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A361196" w14:textId="77777777" w:rsidR="00923D7D" w:rsidRPr="003B5BD1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74D859A" w14:textId="77777777" w:rsidR="00923D7D" w:rsidRPr="003B5BD1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77777777" w:rsidR="0085747A" w:rsidRPr="003B5BD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B5BD1">
        <w:rPr>
          <w:rFonts w:ascii="Corbel" w:hAnsi="Corbel"/>
          <w:smallCaps w:val="0"/>
          <w:szCs w:val="24"/>
        </w:rPr>
        <w:t>1.</w:t>
      </w:r>
      <w:r w:rsidR="00E22FBC" w:rsidRPr="003B5BD1">
        <w:rPr>
          <w:rFonts w:ascii="Corbel" w:hAnsi="Corbel"/>
          <w:smallCaps w:val="0"/>
          <w:szCs w:val="24"/>
        </w:rPr>
        <w:t>2</w:t>
      </w:r>
      <w:r w:rsidR="00F83B28" w:rsidRPr="003B5BD1">
        <w:rPr>
          <w:rFonts w:ascii="Corbel" w:hAnsi="Corbel"/>
          <w:smallCaps w:val="0"/>
          <w:szCs w:val="24"/>
        </w:rPr>
        <w:t>.</w:t>
      </w:r>
      <w:r w:rsidR="00F83B28" w:rsidRPr="003B5BD1">
        <w:rPr>
          <w:rFonts w:ascii="Corbel" w:hAnsi="Corbel"/>
          <w:smallCaps w:val="0"/>
          <w:szCs w:val="24"/>
        </w:rPr>
        <w:tab/>
      </w:r>
      <w:r w:rsidRPr="003B5BD1">
        <w:rPr>
          <w:rFonts w:ascii="Corbel" w:hAnsi="Corbel"/>
          <w:smallCaps w:val="0"/>
          <w:szCs w:val="24"/>
        </w:rPr>
        <w:t xml:space="preserve">Sposób realizacji zajęć  </w:t>
      </w:r>
    </w:p>
    <w:p w14:paraId="5F436D61" w14:textId="7C6C2CB5" w:rsidR="0085747A" w:rsidRPr="003B5BD1" w:rsidRDefault="00AB69F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B5BD1">
        <w:rPr>
          <w:rFonts w:ascii="Corbel" w:eastAsia="MS Gothic" w:hAnsi="Corbel" w:cs="Segoe UI Symbol"/>
          <w:b w:val="0"/>
          <w:szCs w:val="24"/>
        </w:rPr>
        <w:t>X</w:t>
      </w:r>
      <w:r w:rsidR="0085747A" w:rsidRPr="003B5BD1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8C805D2" w14:textId="77777777" w:rsidR="0085747A" w:rsidRPr="003B5BD1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3B5BD1">
        <w:rPr>
          <w:rFonts w:ascii="Segoe UI Symbol" w:eastAsia="MS Gothic" w:hAnsi="Segoe UI Symbol" w:cs="Segoe UI Symbol"/>
          <w:b w:val="0"/>
          <w:szCs w:val="24"/>
        </w:rPr>
        <w:t>☐</w:t>
      </w:r>
      <w:r w:rsidRPr="003B5BD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940C1F" w14:textId="77777777" w:rsidR="0085747A" w:rsidRPr="003B5BD1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A2025E" w14:textId="6EE784BF" w:rsidR="00E22FBC" w:rsidRPr="003B5BD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3B5BD1">
        <w:rPr>
          <w:rFonts w:ascii="Corbel" w:hAnsi="Corbel"/>
          <w:smallCaps w:val="0"/>
          <w:szCs w:val="24"/>
        </w:rPr>
        <w:t xml:space="preserve">1.3 </w:t>
      </w:r>
      <w:r w:rsidR="00F83B28" w:rsidRPr="003B5BD1">
        <w:rPr>
          <w:rFonts w:ascii="Corbel" w:hAnsi="Corbel"/>
          <w:smallCaps w:val="0"/>
          <w:szCs w:val="24"/>
        </w:rPr>
        <w:tab/>
      </w:r>
      <w:r w:rsidRPr="003B5BD1">
        <w:rPr>
          <w:rFonts w:ascii="Corbel" w:hAnsi="Corbel"/>
          <w:smallCaps w:val="0"/>
          <w:szCs w:val="24"/>
        </w:rPr>
        <w:t>For</w:t>
      </w:r>
      <w:r w:rsidR="00445970" w:rsidRPr="003B5BD1">
        <w:rPr>
          <w:rFonts w:ascii="Corbel" w:hAnsi="Corbel"/>
          <w:smallCaps w:val="0"/>
          <w:szCs w:val="24"/>
        </w:rPr>
        <w:t xml:space="preserve">ma zaliczenia przedmiotu </w:t>
      </w:r>
      <w:r w:rsidRPr="003B5BD1">
        <w:rPr>
          <w:rFonts w:ascii="Corbel" w:hAnsi="Corbel"/>
          <w:smallCaps w:val="0"/>
          <w:szCs w:val="24"/>
        </w:rPr>
        <w:t xml:space="preserve">(z toku) </w:t>
      </w:r>
      <w:r w:rsidRPr="003B5BD1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C3564DE" w14:textId="77777777" w:rsidR="00E960BB" w:rsidRPr="003B5BD1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77777777" w:rsidR="00E960BB" w:rsidRPr="003B5BD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B5BD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B5BD1" w14:paraId="170821A1" w14:textId="77777777" w:rsidTr="00745302">
        <w:tc>
          <w:tcPr>
            <w:tcW w:w="9670" w:type="dxa"/>
          </w:tcPr>
          <w:p w14:paraId="1BB8AE6C" w14:textId="4EB81887" w:rsidR="0085747A" w:rsidRPr="003B5BD1" w:rsidRDefault="00AB69F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5BD1">
              <w:rPr>
                <w:rFonts w:ascii="Corbel" w:hAnsi="Corbel"/>
                <w:b w:val="0"/>
                <w:smallCaps w:val="0"/>
                <w:szCs w:val="24"/>
              </w:rPr>
              <w:t xml:space="preserve">Znajomość terminologii prawniczej oraz sytuacji </w:t>
            </w:r>
            <w:proofErr w:type="spellStart"/>
            <w:r w:rsidRPr="003B5BD1">
              <w:rPr>
                <w:rFonts w:ascii="Corbel" w:hAnsi="Corbel"/>
                <w:b w:val="0"/>
                <w:smallCaps w:val="0"/>
                <w:szCs w:val="24"/>
              </w:rPr>
              <w:t>społeczno</w:t>
            </w:r>
            <w:proofErr w:type="spellEnd"/>
            <w:r w:rsidRPr="003B5BD1">
              <w:rPr>
                <w:rFonts w:ascii="Corbel" w:hAnsi="Corbel"/>
                <w:b w:val="0"/>
                <w:smallCaps w:val="0"/>
                <w:szCs w:val="24"/>
              </w:rPr>
              <w:t xml:space="preserve"> – politycznej państw współczesnych. Opanowanie materiału dotyczącego ustroju politycznego i ustrojowego państwa.</w:t>
            </w:r>
          </w:p>
        </w:tc>
      </w:tr>
    </w:tbl>
    <w:p w14:paraId="2DFEE067" w14:textId="77777777" w:rsidR="00153C41" w:rsidRPr="003B5BD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F38AC3" w14:textId="77777777" w:rsidR="0085747A" w:rsidRPr="003B5BD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B5BD1">
        <w:rPr>
          <w:rFonts w:ascii="Corbel" w:hAnsi="Corbel"/>
          <w:szCs w:val="24"/>
        </w:rPr>
        <w:t>3.</w:t>
      </w:r>
      <w:r w:rsidR="0085747A" w:rsidRPr="003B5BD1">
        <w:rPr>
          <w:rFonts w:ascii="Corbel" w:hAnsi="Corbel"/>
          <w:szCs w:val="24"/>
        </w:rPr>
        <w:t xml:space="preserve"> </w:t>
      </w:r>
      <w:r w:rsidR="00A84C85" w:rsidRPr="003B5BD1">
        <w:rPr>
          <w:rFonts w:ascii="Corbel" w:hAnsi="Corbel"/>
          <w:szCs w:val="24"/>
        </w:rPr>
        <w:t>cele, efekty uczenia się</w:t>
      </w:r>
      <w:r w:rsidR="0085747A" w:rsidRPr="003B5BD1">
        <w:rPr>
          <w:rFonts w:ascii="Corbel" w:hAnsi="Corbel"/>
          <w:szCs w:val="24"/>
        </w:rPr>
        <w:t xml:space="preserve"> , treści Programowe i stosowane metody Dydaktyczne</w:t>
      </w:r>
    </w:p>
    <w:p w14:paraId="0B1F2F4A" w14:textId="77777777" w:rsidR="0085747A" w:rsidRPr="003B5BD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77777777" w:rsidR="0085747A" w:rsidRPr="003B5BD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3B5BD1">
        <w:rPr>
          <w:rFonts w:ascii="Corbel" w:hAnsi="Corbel"/>
          <w:sz w:val="24"/>
          <w:szCs w:val="24"/>
        </w:rPr>
        <w:t xml:space="preserve">3.1 </w:t>
      </w:r>
      <w:r w:rsidR="00C05F44" w:rsidRPr="003B5BD1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3B5BD1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3B5BD1" w14:paraId="3370B0D4" w14:textId="77777777" w:rsidTr="00C60B2C">
        <w:tc>
          <w:tcPr>
            <w:tcW w:w="844" w:type="dxa"/>
            <w:vAlign w:val="center"/>
          </w:tcPr>
          <w:p w14:paraId="14E4A467" w14:textId="77777777" w:rsidR="0085747A" w:rsidRPr="003B5BD1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5BD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2283C030" w14:textId="33B8FFDD" w:rsidR="0085747A" w:rsidRPr="003B5BD1" w:rsidRDefault="00C60B2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5BD1">
              <w:rPr>
                <w:rFonts w:ascii="Corbel" w:hAnsi="Corbel"/>
                <w:b w:val="0"/>
                <w:sz w:val="24"/>
                <w:szCs w:val="24"/>
              </w:rPr>
              <w:t>zdobycie przez studentów wiedzy, umiejętności i kompetencji z zakresu ustrojów konstytucyjnych wybranych państw oraz systemów rządów, czyli zasad naczelnych ustroju, prawa wyborczego i systemu partyjnego oraz systemów organów państwowych</w:t>
            </w:r>
          </w:p>
        </w:tc>
      </w:tr>
      <w:tr w:rsidR="0085747A" w:rsidRPr="003B5BD1" w14:paraId="497B1469" w14:textId="77777777" w:rsidTr="00C60B2C">
        <w:tc>
          <w:tcPr>
            <w:tcW w:w="844" w:type="dxa"/>
            <w:vAlign w:val="center"/>
          </w:tcPr>
          <w:p w14:paraId="053C821F" w14:textId="6F127A40" w:rsidR="0085747A" w:rsidRPr="003B5BD1" w:rsidRDefault="00C60B2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B5BD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7D588F36" w14:textId="1FC98182" w:rsidR="0085747A" w:rsidRPr="003B5BD1" w:rsidRDefault="00C60B2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B5BD1">
              <w:rPr>
                <w:rFonts w:ascii="Corbel" w:hAnsi="Corbel"/>
                <w:b w:val="0"/>
                <w:sz w:val="24"/>
                <w:szCs w:val="24"/>
              </w:rPr>
              <w:t>uzmysłowienie studentom różnic między prezentowanymi systemami politycznymi oraz walorów poszczególnych rozwiązań ustrojowych.</w:t>
            </w:r>
          </w:p>
        </w:tc>
      </w:tr>
    </w:tbl>
    <w:p w14:paraId="661AA193" w14:textId="77777777" w:rsidR="0085747A" w:rsidRPr="003B5BD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B57CD0" w14:textId="77777777" w:rsidR="001D7B54" w:rsidRPr="003B5BD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B5BD1">
        <w:rPr>
          <w:rFonts w:ascii="Corbel" w:hAnsi="Corbel"/>
          <w:b/>
          <w:sz w:val="24"/>
          <w:szCs w:val="24"/>
        </w:rPr>
        <w:t xml:space="preserve">3.2 </w:t>
      </w:r>
      <w:r w:rsidR="001D7B54" w:rsidRPr="003B5BD1">
        <w:rPr>
          <w:rFonts w:ascii="Corbel" w:hAnsi="Corbel"/>
          <w:b/>
          <w:sz w:val="24"/>
          <w:szCs w:val="24"/>
        </w:rPr>
        <w:t xml:space="preserve">Efekty </w:t>
      </w:r>
      <w:r w:rsidR="00C05F44" w:rsidRPr="003B5BD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3B5BD1">
        <w:rPr>
          <w:rFonts w:ascii="Corbel" w:hAnsi="Corbel"/>
          <w:b/>
          <w:sz w:val="24"/>
          <w:szCs w:val="24"/>
        </w:rPr>
        <w:t>dla przedmiotu</w:t>
      </w:r>
      <w:r w:rsidR="00445970" w:rsidRPr="003B5BD1">
        <w:rPr>
          <w:rFonts w:ascii="Corbel" w:hAnsi="Corbel"/>
          <w:sz w:val="24"/>
          <w:szCs w:val="24"/>
        </w:rPr>
        <w:t xml:space="preserve"> </w:t>
      </w:r>
    </w:p>
    <w:p w14:paraId="1B820D6F" w14:textId="77777777" w:rsidR="001D7B54" w:rsidRPr="003B5BD1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3B5BD1" w14:paraId="13985E3C" w14:textId="77777777" w:rsidTr="00F71890">
        <w:tc>
          <w:tcPr>
            <w:tcW w:w="1681" w:type="dxa"/>
            <w:vAlign w:val="center"/>
          </w:tcPr>
          <w:p w14:paraId="674A14F1" w14:textId="77777777" w:rsidR="0085747A" w:rsidRPr="003B5BD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5BD1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3B5BD1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3B5BD1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3B5BD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2012558B" w14:textId="77777777" w:rsidR="0085747A" w:rsidRPr="003B5BD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5BD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3B5BD1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3B5BD1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A686FDD" w14:textId="77777777" w:rsidR="0085747A" w:rsidRPr="003B5BD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5BD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3B5BD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74ED4" w:rsidRPr="003B5BD1" w14:paraId="7BB001B6" w14:textId="77777777" w:rsidTr="00F71890">
        <w:tc>
          <w:tcPr>
            <w:tcW w:w="1681" w:type="dxa"/>
          </w:tcPr>
          <w:p w14:paraId="27119C0A" w14:textId="6D7D5611" w:rsidR="00074ED4" w:rsidRPr="003B5BD1" w:rsidRDefault="00074ED4" w:rsidP="00074E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5BD1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699BF523" w14:textId="7E152BBC" w:rsidR="00074ED4" w:rsidRPr="003B5BD1" w:rsidRDefault="00074ED4" w:rsidP="00074ED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B5BD1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zna kryteria klasyfikacji współczesnych systemów ustrojowych </w:t>
            </w:r>
          </w:p>
        </w:tc>
        <w:tc>
          <w:tcPr>
            <w:tcW w:w="1865" w:type="dxa"/>
          </w:tcPr>
          <w:p w14:paraId="1F1820D3" w14:textId="0D3C1399" w:rsidR="00074ED4" w:rsidRPr="003B5BD1" w:rsidRDefault="00074ED4" w:rsidP="00074ED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B5BD1">
              <w:rPr>
                <w:rFonts w:ascii="Corbel" w:hAnsi="Corbel"/>
                <w:b w:val="0"/>
                <w:bCs/>
                <w:szCs w:val="24"/>
              </w:rPr>
              <w:t>K_W02 K_W03 K_U07 K_U10 K_K01</w:t>
            </w:r>
          </w:p>
        </w:tc>
      </w:tr>
      <w:tr w:rsidR="00074ED4" w:rsidRPr="003B5BD1" w14:paraId="1140132D" w14:textId="77777777" w:rsidTr="00F71890">
        <w:tc>
          <w:tcPr>
            <w:tcW w:w="1681" w:type="dxa"/>
          </w:tcPr>
          <w:p w14:paraId="2A3E92C3" w14:textId="77777777" w:rsidR="00074ED4" w:rsidRPr="003B5BD1" w:rsidRDefault="00074ED4" w:rsidP="00074E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5BD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3D910F31" w14:textId="0D3BCDC0" w:rsidR="00074ED4" w:rsidRPr="003B5BD1" w:rsidRDefault="00074ED4" w:rsidP="00074ED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B5BD1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zna podstawowe modele konstytucyjne systemów rządów we współczesnych demokracjach oraz ich główne cechy </w:t>
            </w:r>
          </w:p>
        </w:tc>
        <w:tc>
          <w:tcPr>
            <w:tcW w:w="1865" w:type="dxa"/>
          </w:tcPr>
          <w:p w14:paraId="0100A82A" w14:textId="3B9BD3B8" w:rsidR="00074ED4" w:rsidRPr="003B5BD1" w:rsidRDefault="00074ED4" w:rsidP="00074ED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B5BD1">
              <w:rPr>
                <w:rFonts w:ascii="Corbel" w:hAnsi="Corbel"/>
                <w:b w:val="0"/>
                <w:bCs/>
                <w:szCs w:val="24"/>
              </w:rPr>
              <w:t>K_W02 K_W03 K_W10 K_U03,</w:t>
            </w:r>
          </w:p>
        </w:tc>
      </w:tr>
      <w:tr w:rsidR="00074ED4" w:rsidRPr="003B5BD1" w14:paraId="39550797" w14:textId="77777777" w:rsidTr="00F71890">
        <w:tc>
          <w:tcPr>
            <w:tcW w:w="1681" w:type="dxa"/>
          </w:tcPr>
          <w:p w14:paraId="622C5680" w14:textId="6B39DB1F" w:rsidR="00074ED4" w:rsidRPr="003B5BD1" w:rsidRDefault="00074ED4" w:rsidP="00074E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5BD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59FF57D5" w14:textId="4A50FB5E" w:rsidR="00074ED4" w:rsidRPr="003B5BD1" w:rsidRDefault="00074ED4" w:rsidP="00074ED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B5BD1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zna podstawy konstytucyjne wybranych państw, w tym system organów państwowych, administracji rządowej oraz samorządowej, ze szczególnym uwzględnieniem organów odpowiedzialnych za kreowanie polityki bezpieczeństwa </w:t>
            </w:r>
          </w:p>
        </w:tc>
        <w:tc>
          <w:tcPr>
            <w:tcW w:w="1865" w:type="dxa"/>
          </w:tcPr>
          <w:p w14:paraId="33D97B1E" w14:textId="71122C29" w:rsidR="00074ED4" w:rsidRPr="003B5BD1" w:rsidRDefault="00074ED4" w:rsidP="00074ED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B5BD1">
              <w:rPr>
                <w:rFonts w:ascii="Corbel" w:hAnsi="Corbel"/>
                <w:b w:val="0"/>
                <w:bCs/>
                <w:szCs w:val="24"/>
              </w:rPr>
              <w:t>K_W04 K_W06 K_U06 K_U08 K_K01</w:t>
            </w:r>
          </w:p>
        </w:tc>
      </w:tr>
      <w:tr w:rsidR="00074ED4" w:rsidRPr="003B5BD1" w14:paraId="4DF4472B" w14:textId="77777777" w:rsidTr="00F71890">
        <w:tc>
          <w:tcPr>
            <w:tcW w:w="1681" w:type="dxa"/>
          </w:tcPr>
          <w:p w14:paraId="357A8DDD" w14:textId="65FAE6F3" w:rsidR="00074ED4" w:rsidRPr="003B5BD1" w:rsidRDefault="00074ED4" w:rsidP="00074E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5BD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39A12A28" w14:textId="1FC81CF7" w:rsidR="00074ED4" w:rsidRPr="003B5BD1" w:rsidRDefault="00074ED4" w:rsidP="00074ED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B5BD1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Student potrafi dostrzegać różne stanowiska i opinie dotyczące kształtowania się modeli ustrojowych państw współczesnych oraz dyskutować na ich temat </w:t>
            </w:r>
          </w:p>
        </w:tc>
        <w:tc>
          <w:tcPr>
            <w:tcW w:w="1865" w:type="dxa"/>
          </w:tcPr>
          <w:p w14:paraId="76DB1652" w14:textId="61351F26" w:rsidR="00074ED4" w:rsidRPr="003B5BD1" w:rsidRDefault="00074ED4" w:rsidP="00074ED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B5BD1">
              <w:rPr>
                <w:rFonts w:ascii="Corbel" w:hAnsi="Corbel"/>
                <w:b w:val="0"/>
                <w:bCs/>
                <w:szCs w:val="24"/>
              </w:rPr>
              <w:t>K_W04 K_W06 K_W07 K_U06 K_K01</w:t>
            </w:r>
          </w:p>
        </w:tc>
      </w:tr>
      <w:tr w:rsidR="00074ED4" w:rsidRPr="003B5BD1" w14:paraId="13910602" w14:textId="77777777" w:rsidTr="00F71890">
        <w:tc>
          <w:tcPr>
            <w:tcW w:w="1681" w:type="dxa"/>
          </w:tcPr>
          <w:p w14:paraId="2F5B0E5F" w14:textId="059FFEB4" w:rsidR="00074ED4" w:rsidRPr="003B5BD1" w:rsidRDefault="00074ED4" w:rsidP="00074E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5BD1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53430C81" w14:textId="5B0C0513" w:rsidR="00074ED4" w:rsidRPr="003B5BD1" w:rsidRDefault="00074ED4" w:rsidP="00074ED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B5BD1">
              <w:rPr>
                <w:rFonts w:ascii="Corbel" w:hAnsi="Corbel"/>
                <w:b w:val="0"/>
                <w:bCs/>
                <w:smallCaps w:val="0"/>
                <w:szCs w:val="24"/>
              </w:rPr>
              <w:t>Absolwent jest gotów do obserwacji oraz interpretacji zjawisk związanych funkcjonowaniem systemów ustrojowych państw współczesnych, z uwzględnieniem specyfiki i kontekstu ich funkcjonowania, a także ewolucji ustrojowej</w:t>
            </w:r>
          </w:p>
        </w:tc>
        <w:tc>
          <w:tcPr>
            <w:tcW w:w="1865" w:type="dxa"/>
          </w:tcPr>
          <w:p w14:paraId="4E43A155" w14:textId="4DF8D131" w:rsidR="00074ED4" w:rsidRPr="003B5BD1" w:rsidRDefault="00074ED4" w:rsidP="00074ED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3B5BD1">
              <w:rPr>
                <w:rFonts w:ascii="Corbel" w:hAnsi="Corbel"/>
                <w:b w:val="0"/>
                <w:bCs/>
                <w:szCs w:val="24"/>
              </w:rPr>
              <w:t>K_W04 K_W06 K_W07 K_W08 K_U03 K_U06</w:t>
            </w:r>
          </w:p>
        </w:tc>
      </w:tr>
    </w:tbl>
    <w:p w14:paraId="6F2A65A7" w14:textId="77777777" w:rsidR="0085747A" w:rsidRPr="003B5BD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8AA2E4" w14:textId="77777777" w:rsidR="0085747A" w:rsidRPr="003B5BD1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B5BD1">
        <w:rPr>
          <w:rFonts w:ascii="Corbel" w:hAnsi="Corbel"/>
          <w:b/>
          <w:sz w:val="24"/>
          <w:szCs w:val="24"/>
        </w:rPr>
        <w:t>3.3</w:t>
      </w:r>
      <w:r w:rsidR="001D7B54" w:rsidRPr="003B5BD1">
        <w:rPr>
          <w:rFonts w:ascii="Corbel" w:hAnsi="Corbel"/>
          <w:b/>
          <w:sz w:val="24"/>
          <w:szCs w:val="24"/>
        </w:rPr>
        <w:t xml:space="preserve"> </w:t>
      </w:r>
      <w:r w:rsidR="0085747A" w:rsidRPr="003B5BD1">
        <w:rPr>
          <w:rFonts w:ascii="Corbel" w:hAnsi="Corbel"/>
          <w:b/>
          <w:sz w:val="24"/>
          <w:szCs w:val="24"/>
        </w:rPr>
        <w:t>T</w:t>
      </w:r>
      <w:r w:rsidR="001D7B54" w:rsidRPr="003B5BD1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3B5BD1">
        <w:rPr>
          <w:rFonts w:ascii="Corbel" w:hAnsi="Corbel"/>
          <w:sz w:val="24"/>
          <w:szCs w:val="24"/>
        </w:rPr>
        <w:t xml:space="preserve">  </w:t>
      </w:r>
    </w:p>
    <w:p w14:paraId="0997DBF9" w14:textId="77777777" w:rsidR="0085747A" w:rsidRPr="003B5BD1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B5BD1">
        <w:rPr>
          <w:rFonts w:ascii="Corbel" w:hAnsi="Corbel"/>
          <w:sz w:val="24"/>
          <w:szCs w:val="24"/>
        </w:rPr>
        <w:t xml:space="preserve">Problematyka wykładu </w:t>
      </w:r>
    </w:p>
    <w:p w14:paraId="21DE9C73" w14:textId="77777777" w:rsidR="00675843" w:rsidRPr="003B5BD1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B5BD1" w14:paraId="404FE5A4" w14:textId="77777777" w:rsidTr="00923D7D">
        <w:tc>
          <w:tcPr>
            <w:tcW w:w="9639" w:type="dxa"/>
          </w:tcPr>
          <w:p w14:paraId="7424BC12" w14:textId="77777777" w:rsidR="0085747A" w:rsidRPr="003B5BD1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B5BD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3B5BD1" w14:paraId="5B5344AE" w14:textId="77777777" w:rsidTr="00923D7D">
        <w:tc>
          <w:tcPr>
            <w:tcW w:w="9639" w:type="dxa"/>
          </w:tcPr>
          <w:p w14:paraId="54299C05" w14:textId="77777777" w:rsidR="0085747A" w:rsidRPr="003B5BD1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3B5BD1" w14:paraId="2B67E534" w14:textId="77777777" w:rsidTr="00923D7D">
        <w:tc>
          <w:tcPr>
            <w:tcW w:w="9639" w:type="dxa"/>
          </w:tcPr>
          <w:p w14:paraId="247EB163" w14:textId="77777777" w:rsidR="0085747A" w:rsidRPr="003B5BD1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3B5BD1" w14:paraId="232BD50F" w14:textId="77777777" w:rsidTr="00923D7D">
        <w:tc>
          <w:tcPr>
            <w:tcW w:w="9639" w:type="dxa"/>
          </w:tcPr>
          <w:p w14:paraId="4BD0C53F" w14:textId="77777777" w:rsidR="0085747A" w:rsidRPr="003B5BD1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3996BC0" w14:textId="77777777" w:rsidR="0085747A" w:rsidRPr="003B5BD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C793A6" w14:textId="77777777" w:rsidR="0085747A" w:rsidRPr="003B5BD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B5BD1">
        <w:rPr>
          <w:rFonts w:ascii="Corbel" w:hAnsi="Corbel"/>
          <w:sz w:val="24"/>
          <w:szCs w:val="24"/>
        </w:rPr>
        <w:t>Problematyka ćwiczeń, konwersator</w:t>
      </w:r>
      <w:r w:rsidR="005F76A3" w:rsidRPr="003B5BD1">
        <w:rPr>
          <w:rFonts w:ascii="Corbel" w:hAnsi="Corbel"/>
          <w:sz w:val="24"/>
          <w:szCs w:val="24"/>
        </w:rPr>
        <w:t>iów</w:t>
      </w:r>
      <w:r w:rsidRPr="003B5BD1">
        <w:rPr>
          <w:rFonts w:ascii="Corbel" w:hAnsi="Corbel"/>
          <w:sz w:val="24"/>
          <w:szCs w:val="24"/>
        </w:rPr>
        <w:t>, laborator</w:t>
      </w:r>
      <w:r w:rsidR="005F76A3" w:rsidRPr="003B5BD1">
        <w:rPr>
          <w:rFonts w:ascii="Corbel" w:hAnsi="Corbel"/>
          <w:sz w:val="24"/>
          <w:szCs w:val="24"/>
        </w:rPr>
        <w:t>iów</w:t>
      </w:r>
      <w:r w:rsidR="009F4610" w:rsidRPr="003B5BD1">
        <w:rPr>
          <w:rFonts w:ascii="Corbel" w:hAnsi="Corbel"/>
          <w:sz w:val="24"/>
          <w:szCs w:val="24"/>
        </w:rPr>
        <w:t xml:space="preserve">, </w:t>
      </w:r>
      <w:r w:rsidRPr="003B5BD1">
        <w:rPr>
          <w:rFonts w:ascii="Corbel" w:hAnsi="Corbel"/>
          <w:sz w:val="24"/>
          <w:szCs w:val="24"/>
        </w:rPr>
        <w:t xml:space="preserve">zajęć praktycznych </w:t>
      </w:r>
    </w:p>
    <w:p w14:paraId="7677F42F" w14:textId="77777777" w:rsidR="0085747A" w:rsidRPr="003B5BD1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B5BD1" w14:paraId="0931B5AE" w14:textId="77777777" w:rsidTr="002B0898">
        <w:tc>
          <w:tcPr>
            <w:tcW w:w="9520" w:type="dxa"/>
          </w:tcPr>
          <w:p w14:paraId="72DFA7B5" w14:textId="77777777" w:rsidR="0085747A" w:rsidRPr="003B5BD1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B5BD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B0898" w:rsidRPr="003B5BD1" w14:paraId="5F80D8F6" w14:textId="77777777" w:rsidTr="002B0898">
        <w:tc>
          <w:tcPr>
            <w:tcW w:w="9520" w:type="dxa"/>
          </w:tcPr>
          <w:p w14:paraId="7400D88F" w14:textId="593B8C08" w:rsidR="002B0898" w:rsidRPr="003B5BD1" w:rsidRDefault="002B0898" w:rsidP="002B08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5BD1">
              <w:rPr>
                <w:rFonts w:ascii="Corbel" w:hAnsi="Corbel"/>
                <w:color w:val="06022E"/>
                <w:sz w:val="24"/>
                <w:szCs w:val="24"/>
              </w:rPr>
              <w:t xml:space="preserve">Pojęcie ustroju politycznego, systemu politycznego, systemu rządów, reżimu politycznego. </w:t>
            </w:r>
          </w:p>
        </w:tc>
      </w:tr>
      <w:tr w:rsidR="00380699" w:rsidRPr="003B5BD1" w14:paraId="2C59912F" w14:textId="77777777" w:rsidTr="002B0898">
        <w:tc>
          <w:tcPr>
            <w:tcW w:w="9520" w:type="dxa"/>
          </w:tcPr>
          <w:p w14:paraId="4F132404" w14:textId="5C77F688" w:rsidR="00380699" w:rsidRPr="003B5BD1" w:rsidRDefault="00380699" w:rsidP="002B0898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6022E"/>
                <w:sz w:val="24"/>
                <w:szCs w:val="24"/>
              </w:rPr>
            </w:pPr>
            <w:r w:rsidRPr="003B5BD1">
              <w:rPr>
                <w:rFonts w:ascii="Corbel" w:hAnsi="Corbel"/>
                <w:color w:val="06022E"/>
                <w:sz w:val="24"/>
                <w:szCs w:val="24"/>
              </w:rPr>
              <w:t>Klasyfikacje systemy rządów w państwach współczesnych – system parlamentarny, prezydencki, mieszany, zgromadzenia</w:t>
            </w:r>
          </w:p>
        </w:tc>
      </w:tr>
      <w:tr w:rsidR="002B0898" w:rsidRPr="003B5BD1" w14:paraId="25A71F9C" w14:textId="77777777" w:rsidTr="002B0898">
        <w:tc>
          <w:tcPr>
            <w:tcW w:w="9520" w:type="dxa"/>
          </w:tcPr>
          <w:p w14:paraId="6D104EAC" w14:textId="16CAAA1C" w:rsidR="002B0898" w:rsidRPr="003B5BD1" w:rsidRDefault="002B0898" w:rsidP="002B08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5BD1">
              <w:rPr>
                <w:rFonts w:ascii="Corbel" w:hAnsi="Corbel"/>
                <w:color w:val="06022E"/>
                <w:sz w:val="24"/>
                <w:szCs w:val="24"/>
              </w:rPr>
              <w:t xml:space="preserve">Konstytucja i porządek konstytucyjny. Sposoby uchwalenia konstytucji. Typ i rodzaje konstytucji. Funkcje konstytucji. </w:t>
            </w:r>
          </w:p>
        </w:tc>
      </w:tr>
      <w:tr w:rsidR="00380699" w:rsidRPr="003B5BD1" w14:paraId="5CB13EFF" w14:textId="77777777" w:rsidTr="005E776D">
        <w:tc>
          <w:tcPr>
            <w:tcW w:w="9520" w:type="dxa"/>
          </w:tcPr>
          <w:p w14:paraId="706E90AD" w14:textId="77777777" w:rsidR="00380699" w:rsidRPr="003B5BD1" w:rsidRDefault="00380699" w:rsidP="005E776D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6022E"/>
                <w:sz w:val="24"/>
                <w:szCs w:val="24"/>
              </w:rPr>
            </w:pPr>
            <w:r w:rsidRPr="003B5BD1">
              <w:rPr>
                <w:rFonts w:ascii="Corbel" w:hAnsi="Corbel"/>
                <w:color w:val="06022E"/>
                <w:sz w:val="24"/>
                <w:szCs w:val="24"/>
              </w:rPr>
              <w:t>Zasady ustrojowe państw demokratycznych. Konstytucje oraz zasady ustrojowe wybranych państw świata</w:t>
            </w:r>
          </w:p>
        </w:tc>
      </w:tr>
      <w:tr w:rsidR="002B0898" w:rsidRPr="003B5BD1" w14:paraId="6A47E489" w14:textId="77777777" w:rsidTr="002B0898">
        <w:tc>
          <w:tcPr>
            <w:tcW w:w="9520" w:type="dxa"/>
          </w:tcPr>
          <w:p w14:paraId="177478B8" w14:textId="4BD065FB" w:rsidR="002B0898" w:rsidRPr="003B5BD1" w:rsidRDefault="00380699" w:rsidP="002B08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5BD1">
              <w:rPr>
                <w:rFonts w:ascii="Corbel" w:hAnsi="Corbel"/>
                <w:color w:val="06022E"/>
                <w:sz w:val="24"/>
                <w:szCs w:val="24"/>
              </w:rPr>
              <w:t>Ewolucja w</w:t>
            </w:r>
            <w:r w:rsidR="002B0898" w:rsidRPr="003B5BD1">
              <w:rPr>
                <w:rFonts w:ascii="Corbel" w:hAnsi="Corbel"/>
                <w:color w:val="06022E"/>
                <w:sz w:val="24"/>
                <w:szCs w:val="24"/>
              </w:rPr>
              <w:t xml:space="preserve"> systemach ustrojowych. Reforma, transformacja, rewolucja; determinanty zmiany ustrojowej</w:t>
            </w:r>
          </w:p>
        </w:tc>
      </w:tr>
      <w:tr w:rsidR="002B0898" w:rsidRPr="003B5BD1" w14:paraId="1166FA2F" w14:textId="77777777" w:rsidTr="002B0898">
        <w:tc>
          <w:tcPr>
            <w:tcW w:w="9520" w:type="dxa"/>
          </w:tcPr>
          <w:p w14:paraId="631756BA" w14:textId="13E62535" w:rsidR="002B0898" w:rsidRPr="003B5BD1" w:rsidRDefault="002B0898" w:rsidP="002B08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5BD1">
              <w:rPr>
                <w:rFonts w:ascii="Corbel" w:hAnsi="Corbel"/>
                <w:color w:val="06022E"/>
                <w:sz w:val="24"/>
                <w:szCs w:val="24"/>
              </w:rPr>
              <w:t xml:space="preserve">Systemy wyborcze. </w:t>
            </w:r>
            <w:r w:rsidR="00380699" w:rsidRPr="003B5BD1">
              <w:rPr>
                <w:rFonts w:ascii="Corbel" w:hAnsi="Corbel"/>
                <w:color w:val="06022E"/>
                <w:sz w:val="24"/>
                <w:szCs w:val="24"/>
              </w:rPr>
              <w:t xml:space="preserve">Typologia systemów wyborczych Zasady prawa wyborczego. </w:t>
            </w:r>
            <w:r w:rsidRPr="003B5BD1">
              <w:rPr>
                <w:rFonts w:ascii="Corbel" w:hAnsi="Corbel"/>
                <w:color w:val="06022E"/>
                <w:sz w:val="24"/>
                <w:szCs w:val="24"/>
              </w:rPr>
              <w:t xml:space="preserve">Funkcje wyborów. </w:t>
            </w:r>
          </w:p>
        </w:tc>
      </w:tr>
      <w:tr w:rsidR="002B0898" w:rsidRPr="003B5BD1" w14:paraId="18D9A146" w14:textId="77777777" w:rsidTr="002B0898">
        <w:tc>
          <w:tcPr>
            <w:tcW w:w="9520" w:type="dxa"/>
          </w:tcPr>
          <w:p w14:paraId="3698A408" w14:textId="157E3D8F" w:rsidR="002B0898" w:rsidRPr="003B5BD1" w:rsidRDefault="002B0898" w:rsidP="002B08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5BD1">
              <w:rPr>
                <w:rFonts w:ascii="Corbel" w:hAnsi="Corbel"/>
                <w:color w:val="06022E"/>
                <w:sz w:val="24"/>
                <w:szCs w:val="24"/>
              </w:rPr>
              <w:t>Ustrój i zadania organów ustawodawczych. Funkcje i rola ustrojowa parlamentu. Modele parlamentów na świecie</w:t>
            </w:r>
          </w:p>
        </w:tc>
      </w:tr>
      <w:tr w:rsidR="002B0898" w:rsidRPr="003B5BD1" w14:paraId="31CEAB13" w14:textId="77777777" w:rsidTr="002B0898">
        <w:tc>
          <w:tcPr>
            <w:tcW w:w="9520" w:type="dxa"/>
          </w:tcPr>
          <w:p w14:paraId="700CB027" w14:textId="696FDB6D" w:rsidR="002B0898" w:rsidRPr="003B5BD1" w:rsidRDefault="002B0898" w:rsidP="002B08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5BD1">
              <w:rPr>
                <w:rFonts w:ascii="Corbel" w:hAnsi="Corbel"/>
                <w:color w:val="06022E"/>
                <w:sz w:val="24"/>
                <w:szCs w:val="24"/>
              </w:rPr>
              <w:t xml:space="preserve">Ustrój i zadania organów wykonawczych. </w:t>
            </w:r>
          </w:p>
        </w:tc>
      </w:tr>
      <w:tr w:rsidR="00380699" w:rsidRPr="003B5BD1" w14:paraId="5605DD6A" w14:textId="77777777" w:rsidTr="002B0898">
        <w:tc>
          <w:tcPr>
            <w:tcW w:w="9520" w:type="dxa"/>
          </w:tcPr>
          <w:p w14:paraId="435604E0" w14:textId="6587FAE8" w:rsidR="00380699" w:rsidRPr="003B5BD1" w:rsidRDefault="00380699" w:rsidP="002B0898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6022E"/>
                <w:sz w:val="24"/>
                <w:szCs w:val="24"/>
              </w:rPr>
            </w:pPr>
            <w:r w:rsidRPr="003B5BD1">
              <w:rPr>
                <w:rFonts w:ascii="Corbel" w:hAnsi="Corbel"/>
                <w:color w:val="06022E"/>
                <w:sz w:val="24"/>
                <w:szCs w:val="24"/>
              </w:rPr>
              <w:t xml:space="preserve">Modele władzy wykonawczej na świecie. Pozycja ustrojowa głowy państwa i rządu. </w:t>
            </w:r>
          </w:p>
        </w:tc>
      </w:tr>
      <w:tr w:rsidR="00380699" w:rsidRPr="003B5BD1" w14:paraId="7AA0A4A3" w14:textId="77777777" w:rsidTr="002B0898">
        <w:tc>
          <w:tcPr>
            <w:tcW w:w="9520" w:type="dxa"/>
          </w:tcPr>
          <w:p w14:paraId="1AEC69B9" w14:textId="2CB187A6" w:rsidR="00380699" w:rsidRPr="003B5BD1" w:rsidRDefault="00380699" w:rsidP="002B0898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6022E"/>
                <w:sz w:val="24"/>
                <w:szCs w:val="24"/>
              </w:rPr>
            </w:pPr>
            <w:r w:rsidRPr="003B5BD1">
              <w:rPr>
                <w:rFonts w:ascii="Corbel" w:hAnsi="Corbel"/>
                <w:color w:val="06022E"/>
                <w:sz w:val="24"/>
                <w:szCs w:val="24"/>
              </w:rPr>
              <w:t>Specyfika dualizmu władzy wykonawczej w systemach parlamentarnych</w:t>
            </w:r>
          </w:p>
        </w:tc>
      </w:tr>
      <w:tr w:rsidR="002B0898" w:rsidRPr="003B5BD1" w14:paraId="07734738" w14:textId="77777777" w:rsidTr="002B0898">
        <w:tc>
          <w:tcPr>
            <w:tcW w:w="9520" w:type="dxa"/>
          </w:tcPr>
          <w:p w14:paraId="6085C8C0" w14:textId="055C6769" w:rsidR="002B0898" w:rsidRPr="003B5BD1" w:rsidRDefault="002B0898" w:rsidP="002B08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5BD1">
              <w:rPr>
                <w:rFonts w:ascii="Corbel" w:hAnsi="Corbel"/>
                <w:color w:val="06022E"/>
                <w:sz w:val="24"/>
                <w:szCs w:val="24"/>
              </w:rPr>
              <w:t>Władza sądownicza. Ustrojowe znaczenie władzy sądowniczej.</w:t>
            </w:r>
          </w:p>
        </w:tc>
      </w:tr>
    </w:tbl>
    <w:p w14:paraId="65D8587F" w14:textId="77777777" w:rsidR="0085747A" w:rsidRPr="003B5BD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C7DEEC" w14:textId="77777777" w:rsidR="0085747A" w:rsidRPr="003B5BD1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B5BD1">
        <w:rPr>
          <w:rFonts w:ascii="Corbel" w:hAnsi="Corbel"/>
          <w:smallCaps w:val="0"/>
          <w:szCs w:val="24"/>
        </w:rPr>
        <w:t>3.4 Metody dydaktyczne</w:t>
      </w:r>
      <w:r w:rsidRPr="003B5BD1">
        <w:rPr>
          <w:rFonts w:ascii="Corbel" w:hAnsi="Corbel"/>
          <w:b w:val="0"/>
          <w:smallCaps w:val="0"/>
          <w:szCs w:val="24"/>
        </w:rPr>
        <w:t xml:space="preserve"> </w:t>
      </w:r>
    </w:p>
    <w:p w14:paraId="09BFD4F6" w14:textId="77777777" w:rsidR="0085747A" w:rsidRPr="003B5BD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D739C6" w14:textId="77777777" w:rsidR="00B14BD1" w:rsidRPr="003B5BD1" w:rsidRDefault="00B14BD1" w:rsidP="00B14BD1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3B5BD1">
        <w:rPr>
          <w:rFonts w:ascii="Corbel" w:hAnsi="Corbel"/>
          <w:b w:val="0"/>
          <w:bCs/>
          <w:smallCaps w:val="0"/>
          <w:szCs w:val="24"/>
        </w:rPr>
        <w:t xml:space="preserve">Konwersatorium: dyskusja, analiza tekstów z dyskusją, analiza przypadków, praca w grupach, referaty, prace pisemne, </w:t>
      </w:r>
      <w:r w:rsidRPr="003B5BD1">
        <w:rPr>
          <w:rFonts w:ascii="Corbel" w:hAnsi="Corbel"/>
          <w:b w:val="0"/>
          <w:bCs/>
          <w:smallCaps w:val="0"/>
          <w:color w:val="000000"/>
          <w:szCs w:val="24"/>
        </w:rPr>
        <w:t>testy sprawdzające stan wiedzy</w:t>
      </w:r>
    </w:p>
    <w:p w14:paraId="2F33D2BA" w14:textId="77777777" w:rsidR="00E960BB" w:rsidRPr="003B5BD1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3B5BD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B5BD1">
        <w:rPr>
          <w:rFonts w:ascii="Corbel" w:hAnsi="Corbel"/>
          <w:smallCaps w:val="0"/>
          <w:szCs w:val="24"/>
        </w:rPr>
        <w:t xml:space="preserve">4. </w:t>
      </w:r>
      <w:r w:rsidR="0085747A" w:rsidRPr="003B5BD1">
        <w:rPr>
          <w:rFonts w:ascii="Corbel" w:hAnsi="Corbel"/>
          <w:smallCaps w:val="0"/>
          <w:szCs w:val="24"/>
        </w:rPr>
        <w:t>METODY I KRYTERIA OCENY</w:t>
      </w:r>
      <w:r w:rsidR="009F4610" w:rsidRPr="003B5BD1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3B5BD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7777777" w:rsidR="0085747A" w:rsidRPr="003B5BD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B5BD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3B5BD1">
        <w:rPr>
          <w:rFonts w:ascii="Corbel" w:hAnsi="Corbel"/>
          <w:smallCaps w:val="0"/>
          <w:szCs w:val="24"/>
        </w:rPr>
        <w:t>uczenia się</w:t>
      </w:r>
    </w:p>
    <w:p w14:paraId="054843EB" w14:textId="77777777" w:rsidR="0085747A" w:rsidRPr="003B5BD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3B5BD1" w14:paraId="226D9E85" w14:textId="77777777" w:rsidTr="002B0898">
        <w:tc>
          <w:tcPr>
            <w:tcW w:w="1962" w:type="dxa"/>
            <w:vAlign w:val="center"/>
          </w:tcPr>
          <w:p w14:paraId="40623A34" w14:textId="77777777" w:rsidR="0085747A" w:rsidRPr="003B5BD1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5BD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35FC0B3" w14:textId="77777777" w:rsidR="0085747A" w:rsidRPr="003B5BD1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5B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B704467" w14:textId="77777777" w:rsidR="0085747A" w:rsidRPr="003B5BD1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5B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3B5B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CFD1827" w14:textId="77777777" w:rsidR="00923D7D" w:rsidRPr="003B5BD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5BD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4949039" w14:textId="77777777" w:rsidR="0085747A" w:rsidRPr="003B5BD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B5BD1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3B5BD1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3B5BD1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B0898" w:rsidRPr="003B5BD1" w14:paraId="36CC5ED6" w14:textId="77777777" w:rsidTr="002B0898">
        <w:tc>
          <w:tcPr>
            <w:tcW w:w="1962" w:type="dxa"/>
          </w:tcPr>
          <w:p w14:paraId="451061BD" w14:textId="15546065" w:rsidR="002B0898" w:rsidRPr="003B5BD1" w:rsidRDefault="002B0898" w:rsidP="002B08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5BD1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</w:tcPr>
          <w:p w14:paraId="20827843" w14:textId="6102C59A" w:rsidR="002B0898" w:rsidRPr="003B5BD1" w:rsidRDefault="002B0898" w:rsidP="002B0898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3B5BD1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kolokwium, testy sprawdzające stan wiedzy, </w:t>
            </w:r>
            <w:r w:rsidRPr="003B5BD1">
              <w:rPr>
                <w:rFonts w:ascii="Corbel" w:hAnsi="Corbel"/>
                <w:b w:val="0"/>
                <w:bCs/>
                <w:smallCaps w:val="0"/>
                <w:szCs w:val="24"/>
              </w:rPr>
              <w:t>ocena odpowiedzi podczas zajęć, udział i efekty pracy studenta w grupie; obserwacja pracy studenta podczas zajęć; ocena postawy studenta podczas zajęć, ocena z pracy pisemnej/referatu</w:t>
            </w:r>
          </w:p>
        </w:tc>
        <w:tc>
          <w:tcPr>
            <w:tcW w:w="2117" w:type="dxa"/>
          </w:tcPr>
          <w:p w14:paraId="484C6BB2" w14:textId="42639DA8" w:rsidR="002B0898" w:rsidRPr="003B5BD1" w:rsidRDefault="002B0898" w:rsidP="002B08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5BD1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2B0898" w:rsidRPr="003B5BD1" w14:paraId="54BF342C" w14:textId="77777777" w:rsidTr="002B0898">
        <w:tc>
          <w:tcPr>
            <w:tcW w:w="1962" w:type="dxa"/>
          </w:tcPr>
          <w:p w14:paraId="595F030B" w14:textId="68D6E8A4" w:rsidR="002B0898" w:rsidRPr="003B5BD1" w:rsidRDefault="002B0898" w:rsidP="002B08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5BD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2D04ABE4" w14:textId="17A7D112" w:rsidR="002B0898" w:rsidRPr="003B5BD1" w:rsidRDefault="002B0898" w:rsidP="002B08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5BD1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kolokwium, testy sprawdzające stan wiedzy, </w:t>
            </w:r>
            <w:r w:rsidRPr="003B5BD1">
              <w:rPr>
                <w:rFonts w:ascii="Corbel" w:hAnsi="Corbel"/>
                <w:b w:val="0"/>
                <w:bCs/>
                <w:smallCaps w:val="0"/>
                <w:szCs w:val="24"/>
              </w:rPr>
              <w:t>ocena odpowiedzi podczas zajęć, udział i efekty pracy studenta w grupie; obserwacja pracy studenta podczas zajęć; ocena postawy studenta podczas zajęć, ocena z pracy pisemnej/referatu</w:t>
            </w:r>
          </w:p>
        </w:tc>
        <w:tc>
          <w:tcPr>
            <w:tcW w:w="2117" w:type="dxa"/>
          </w:tcPr>
          <w:p w14:paraId="27431D13" w14:textId="1C0C62D4" w:rsidR="002B0898" w:rsidRPr="003B5BD1" w:rsidRDefault="002B0898" w:rsidP="002B08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5BD1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2B0898" w:rsidRPr="003B5BD1" w14:paraId="4AC88E8C" w14:textId="77777777" w:rsidTr="002B0898">
        <w:tc>
          <w:tcPr>
            <w:tcW w:w="1962" w:type="dxa"/>
          </w:tcPr>
          <w:p w14:paraId="464166C2" w14:textId="5CD0F5F1" w:rsidR="002B0898" w:rsidRPr="003B5BD1" w:rsidRDefault="002B0898" w:rsidP="002B08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5BD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560FF418" w14:textId="57781576" w:rsidR="002B0898" w:rsidRPr="003B5BD1" w:rsidRDefault="002B0898" w:rsidP="002B0898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3B5BD1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kolokwium, testy sprawdzające stan wiedzy, </w:t>
            </w:r>
            <w:r w:rsidRPr="003B5BD1">
              <w:rPr>
                <w:rFonts w:ascii="Corbel" w:hAnsi="Corbel"/>
                <w:b w:val="0"/>
                <w:bCs/>
                <w:smallCaps w:val="0"/>
                <w:szCs w:val="24"/>
              </w:rPr>
              <w:t>ocena odpowiedzi podczas zajęć, udział i efekty pracy studenta w grupie; obserwacja pracy studenta podczas zajęć; ocena postawy studenta podczas zajęć, ocena z pracy pisemnej/referatu</w:t>
            </w:r>
          </w:p>
        </w:tc>
        <w:tc>
          <w:tcPr>
            <w:tcW w:w="2117" w:type="dxa"/>
          </w:tcPr>
          <w:p w14:paraId="3D1431D5" w14:textId="34DC33D3" w:rsidR="002B0898" w:rsidRPr="003B5BD1" w:rsidRDefault="002B0898" w:rsidP="002B08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5BD1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  <w:tr w:rsidR="002B0898" w:rsidRPr="003B5BD1" w14:paraId="3F1EFD56" w14:textId="77777777" w:rsidTr="002B0898">
        <w:tc>
          <w:tcPr>
            <w:tcW w:w="1962" w:type="dxa"/>
          </w:tcPr>
          <w:p w14:paraId="0B11665B" w14:textId="2FA8C43A" w:rsidR="002B0898" w:rsidRPr="003B5BD1" w:rsidRDefault="002B0898" w:rsidP="002B08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5BD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35906E33" w14:textId="787CBF81" w:rsidR="002B0898" w:rsidRPr="003B5BD1" w:rsidRDefault="002B0898" w:rsidP="002B08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5BD1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kolokwium, testy sprawdzające stan wiedzy, </w:t>
            </w:r>
            <w:r w:rsidRPr="003B5BD1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ocena odpowiedzi podczas zajęć, udział i efekty pracy </w:t>
            </w:r>
            <w:r w:rsidRPr="003B5BD1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>studenta w grupie; obserwacja pracy studenta podczas zajęć; ocena postawy studenta podczas zajęć, ocena z pracy pisemnej/referatu</w:t>
            </w:r>
          </w:p>
        </w:tc>
        <w:tc>
          <w:tcPr>
            <w:tcW w:w="2117" w:type="dxa"/>
          </w:tcPr>
          <w:p w14:paraId="00E07CC3" w14:textId="64CBC148" w:rsidR="002B0898" w:rsidRPr="003B5BD1" w:rsidRDefault="002B0898" w:rsidP="002B08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5BD1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konwersatorium</w:t>
            </w:r>
          </w:p>
        </w:tc>
      </w:tr>
      <w:tr w:rsidR="002B0898" w:rsidRPr="003B5BD1" w14:paraId="0D5346D3" w14:textId="77777777" w:rsidTr="002B0898">
        <w:tc>
          <w:tcPr>
            <w:tcW w:w="1962" w:type="dxa"/>
          </w:tcPr>
          <w:p w14:paraId="22E9A470" w14:textId="06363F85" w:rsidR="002B0898" w:rsidRPr="003B5BD1" w:rsidRDefault="002B0898" w:rsidP="002B08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5BD1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7856139B" w14:textId="6A2F78CD" w:rsidR="002B0898" w:rsidRPr="003B5BD1" w:rsidRDefault="002B0898" w:rsidP="002B0898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3B5BD1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 xml:space="preserve">kolokwium, testy sprawdzające stan wiedzy, </w:t>
            </w:r>
            <w:r w:rsidRPr="003B5BD1">
              <w:rPr>
                <w:rFonts w:ascii="Corbel" w:hAnsi="Corbel"/>
                <w:b w:val="0"/>
                <w:bCs/>
                <w:smallCaps w:val="0"/>
                <w:szCs w:val="24"/>
              </w:rPr>
              <w:t>ocena odpowiedzi podczas zajęć, udział i efekty pracy studenta w grupie; obserwacja pracy studenta podczas zajęć; ocena postawy studenta podczas zajęć, ocena z pracy pisemnej/referatu</w:t>
            </w:r>
          </w:p>
        </w:tc>
        <w:tc>
          <w:tcPr>
            <w:tcW w:w="2117" w:type="dxa"/>
          </w:tcPr>
          <w:p w14:paraId="193B26FC" w14:textId="3A3A461C" w:rsidR="002B0898" w:rsidRPr="003B5BD1" w:rsidRDefault="002B0898" w:rsidP="002B08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B5BD1">
              <w:rPr>
                <w:rFonts w:ascii="Corbel" w:hAnsi="Corbel"/>
                <w:b w:val="0"/>
                <w:smallCaps w:val="0"/>
                <w:szCs w:val="24"/>
              </w:rPr>
              <w:t>konwersatorium</w:t>
            </w:r>
          </w:p>
        </w:tc>
      </w:tr>
    </w:tbl>
    <w:p w14:paraId="37C03328" w14:textId="77777777" w:rsidR="00923D7D" w:rsidRPr="003B5BD1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3B5BD1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B5BD1">
        <w:rPr>
          <w:rFonts w:ascii="Corbel" w:hAnsi="Corbel"/>
          <w:smallCaps w:val="0"/>
          <w:szCs w:val="24"/>
        </w:rPr>
        <w:t xml:space="preserve">4.2 </w:t>
      </w:r>
      <w:r w:rsidR="0085747A" w:rsidRPr="003B5BD1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3B5BD1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3B5BD1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B5BD1" w14:paraId="79EB57FB" w14:textId="77777777" w:rsidTr="00923D7D">
        <w:tc>
          <w:tcPr>
            <w:tcW w:w="9670" w:type="dxa"/>
          </w:tcPr>
          <w:p w14:paraId="2BB5D64F" w14:textId="5F329EB0" w:rsidR="0085747A" w:rsidRPr="003B5BD1" w:rsidRDefault="002B08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5BD1">
              <w:rPr>
                <w:rFonts w:ascii="Corbel" w:hAnsi="Corbel"/>
                <w:b w:val="0"/>
                <w:smallCaps w:val="0"/>
                <w:szCs w:val="24"/>
              </w:rPr>
              <w:t>Konwersatorium: sposób: zaliczenie, forma: ustalenie oceny zaliczeniowej na podstawie ocen cząstkowych (praca pisemna lub referat, aktywność na zajęciach, kolokwium)</w:t>
            </w:r>
          </w:p>
        </w:tc>
      </w:tr>
    </w:tbl>
    <w:p w14:paraId="549B3CBB" w14:textId="77777777" w:rsidR="0085747A" w:rsidRPr="003B5BD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3B5BD1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B5BD1">
        <w:rPr>
          <w:rFonts w:ascii="Corbel" w:hAnsi="Corbel"/>
          <w:b/>
          <w:sz w:val="24"/>
          <w:szCs w:val="24"/>
        </w:rPr>
        <w:t xml:space="preserve">5. </w:t>
      </w:r>
      <w:r w:rsidR="00C61DC5" w:rsidRPr="003B5BD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3B5BD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3B5BD1" w14:paraId="128DDC9A" w14:textId="77777777" w:rsidTr="002B0898">
        <w:tc>
          <w:tcPr>
            <w:tcW w:w="4902" w:type="dxa"/>
            <w:vAlign w:val="center"/>
          </w:tcPr>
          <w:p w14:paraId="0C6C4330" w14:textId="77777777" w:rsidR="0085747A" w:rsidRPr="003B5BD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B5BD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B5BD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B5BD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305A4821" w14:textId="77777777" w:rsidR="0085747A" w:rsidRPr="003B5BD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B5BD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B5BD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3B5BD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3B5BD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2B0898" w:rsidRPr="003B5BD1" w14:paraId="02C37FE3" w14:textId="77777777" w:rsidTr="002B0898">
        <w:tc>
          <w:tcPr>
            <w:tcW w:w="4902" w:type="dxa"/>
          </w:tcPr>
          <w:p w14:paraId="6754C5C7" w14:textId="77777777" w:rsidR="002B0898" w:rsidRPr="003B5BD1" w:rsidRDefault="002B0898" w:rsidP="002B08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5BD1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</w:tcPr>
          <w:p w14:paraId="3A344839" w14:textId="34DA5CA4" w:rsidR="002B0898" w:rsidRPr="003B5BD1" w:rsidRDefault="002B0898" w:rsidP="002B08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5BD1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2B0898" w:rsidRPr="003B5BD1" w14:paraId="2A4AABEF" w14:textId="77777777" w:rsidTr="002B0898">
        <w:tc>
          <w:tcPr>
            <w:tcW w:w="4902" w:type="dxa"/>
          </w:tcPr>
          <w:p w14:paraId="210DDE64" w14:textId="77777777" w:rsidR="002B0898" w:rsidRPr="003B5BD1" w:rsidRDefault="002B0898" w:rsidP="002B08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5BD1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C195B47" w14:textId="77777777" w:rsidR="002B0898" w:rsidRPr="003B5BD1" w:rsidRDefault="002B0898" w:rsidP="002B08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5BD1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63CF7F11" w14:textId="3820D6B8" w:rsidR="002B0898" w:rsidRPr="003B5BD1" w:rsidRDefault="002B0898" w:rsidP="002B08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5BD1">
              <w:rPr>
                <w:rFonts w:ascii="Corbel" w:hAnsi="Corbel"/>
                <w:sz w:val="24"/>
                <w:szCs w:val="24"/>
              </w:rPr>
              <w:t>20</w:t>
            </w:r>
          </w:p>
        </w:tc>
      </w:tr>
      <w:tr w:rsidR="002B0898" w:rsidRPr="003B5BD1" w14:paraId="3796D0EB" w14:textId="77777777" w:rsidTr="002B0898">
        <w:tc>
          <w:tcPr>
            <w:tcW w:w="4902" w:type="dxa"/>
          </w:tcPr>
          <w:p w14:paraId="0DB2B3DD" w14:textId="77777777" w:rsidR="002B0898" w:rsidRPr="003B5BD1" w:rsidRDefault="002B0898" w:rsidP="002B08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5BD1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3B5BD1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3B5BD1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BAAD611" w14:textId="77777777" w:rsidR="002B0898" w:rsidRPr="003B5BD1" w:rsidRDefault="002B0898" w:rsidP="002B08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5BD1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03E3072C" w14:textId="5EDA3432" w:rsidR="002B0898" w:rsidRPr="003B5BD1" w:rsidRDefault="002B0898" w:rsidP="002B08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5BD1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2B0898" w:rsidRPr="003B5BD1" w14:paraId="1ADE6CE7" w14:textId="77777777" w:rsidTr="002B0898">
        <w:tc>
          <w:tcPr>
            <w:tcW w:w="4902" w:type="dxa"/>
          </w:tcPr>
          <w:p w14:paraId="2FD9881C" w14:textId="77777777" w:rsidR="002B0898" w:rsidRPr="003B5BD1" w:rsidRDefault="002B0898" w:rsidP="002B08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5BD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4747719D" w14:textId="74115CD2" w:rsidR="002B0898" w:rsidRPr="003B5BD1" w:rsidRDefault="002B0898" w:rsidP="002B08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5BD1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2B0898" w:rsidRPr="003B5BD1" w14:paraId="071C4E58" w14:textId="77777777" w:rsidTr="002B0898">
        <w:tc>
          <w:tcPr>
            <w:tcW w:w="4902" w:type="dxa"/>
          </w:tcPr>
          <w:p w14:paraId="62049DBA" w14:textId="77777777" w:rsidR="002B0898" w:rsidRPr="003B5BD1" w:rsidRDefault="002B0898" w:rsidP="002B089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B5BD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623D12B" w14:textId="5922CB64" w:rsidR="002B0898" w:rsidRPr="003B5BD1" w:rsidRDefault="002B0898" w:rsidP="002B08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B5BD1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3F632C6" w14:textId="77777777" w:rsidR="0085747A" w:rsidRPr="003B5BD1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B5BD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3B5BD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3B5BD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3B5BD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B5BD1">
        <w:rPr>
          <w:rFonts w:ascii="Corbel" w:hAnsi="Corbel"/>
          <w:smallCaps w:val="0"/>
          <w:szCs w:val="24"/>
        </w:rPr>
        <w:t xml:space="preserve">6. </w:t>
      </w:r>
      <w:r w:rsidR="0085747A" w:rsidRPr="003B5BD1">
        <w:rPr>
          <w:rFonts w:ascii="Corbel" w:hAnsi="Corbel"/>
          <w:smallCaps w:val="0"/>
          <w:szCs w:val="24"/>
        </w:rPr>
        <w:t>PRAKTYKI ZAWO</w:t>
      </w:r>
      <w:r w:rsidR="009D3F3B" w:rsidRPr="003B5BD1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3B5BD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3B5BD1" w14:paraId="638E76A1" w14:textId="77777777" w:rsidTr="0071620A">
        <w:trPr>
          <w:trHeight w:val="397"/>
        </w:trPr>
        <w:tc>
          <w:tcPr>
            <w:tcW w:w="3544" w:type="dxa"/>
          </w:tcPr>
          <w:p w14:paraId="16CB32EE" w14:textId="77777777" w:rsidR="0085747A" w:rsidRPr="003B5BD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5BD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6D98E0" w14:textId="26E192C5" w:rsidR="0085747A" w:rsidRPr="003B5BD1" w:rsidRDefault="002B08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B5BD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3B5BD1" w14:paraId="276FFB2E" w14:textId="77777777" w:rsidTr="0071620A">
        <w:trPr>
          <w:trHeight w:val="397"/>
        </w:trPr>
        <w:tc>
          <w:tcPr>
            <w:tcW w:w="3544" w:type="dxa"/>
          </w:tcPr>
          <w:p w14:paraId="6B69F399" w14:textId="77777777" w:rsidR="0085747A" w:rsidRPr="003B5BD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5BD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36C8686F" w:rsidR="0085747A" w:rsidRPr="003B5BD1" w:rsidRDefault="002B089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5BD1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E03DECB" w14:textId="77777777" w:rsidR="003E1941" w:rsidRPr="003B5BD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3B5BD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B5BD1">
        <w:rPr>
          <w:rFonts w:ascii="Corbel" w:hAnsi="Corbel"/>
          <w:smallCaps w:val="0"/>
          <w:szCs w:val="24"/>
        </w:rPr>
        <w:t xml:space="preserve">7. </w:t>
      </w:r>
      <w:r w:rsidR="0085747A" w:rsidRPr="003B5BD1">
        <w:rPr>
          <w:rFonts w:ascii="Corbel" w:hAnsi="Corbel"/>
          <w:smallCaps w:val="0"/>
          <w:szCs w:val="24"/>
        </w:rPr>
        <w:t>LITERATURA</w:t>
      </w:r>
      <w:r w:rsidRPr="003B5BD1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3B5BD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61"/>
      </w:tblGrid>
      <w:tr w:rsidR="0085747A" w:rsidRPr="003B5BD1" w14:paraId="3C773E1F" w14:textId="77777777" w:rsidTr="00890772">
        <w:trPr>
          <w:trHeight w:val="397"/>
          <w:jc w:val="center"/>
        </w:trPr>
        <w:tc>
          <w:tcPr>
            <w:tcW w:w="9361" w:type="dxa"/>
          </w:tcPr>
          <w:p w14:paraId="4D54D5E2" w14:textId="77777777" w:rsidR="0085747A" w:rsidRPr="003B5BD1" w:rsidRDefault="0085747A" w:rsidP="003B5B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5BD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A9E12DF" w14:textId="77777777" w:rsidR="007624C4" w:rsidRPr="003B5BD1" w:rsidRDefault="007624C4" w:rsidP="003B5BD1">
            <w:pPr>
              <w:numPr>
                <w:ilvl w:val="0"/>
                <w:numId w:val="5"/>
              </w:numPr>
              <w:spacing w:after="0" w:line="240" w:lineRule="auto"/>
              <w:outlineLvl w:val="3"/>
              <w:rPr>
                <w:rFonts w:ascii="Corbel" w:hAnsi="Corbel"/>
                <w:sz w:val="24"/>
                <w:szCs w:val="24"/>
              </w:rPr>
            </w:pPr>
            <w:r w:rsidRPr="003B5BD1">
              <w:rPr>
                <w:rFonts w:ascii="Corbel" w:hAnsi="Corbel"/>
                <w:i/>
                <w:sz w:val="24"/>
                <w:szCs w:val="24"/>
              </w:rPr>
              <w:t>Ustroje państw współczesnych,</w:t>
            </w:r>
            <w:r w:rsidRPr="003B5BD1">
              <w:rPr>
                <w:rFonts w:ascii="Corbel" w:hAnsi="Corbel"/>
                <w:sz w:val="24"/>
                <w:szCs w:val="24"/>
              </w:rPr>
              <w:t xml:space="preserve"> T. 1 pod red. W. </w:t>
            </w:r>
            <w:proofErr w:type="spellStart"/>
            <w:r w:rsidRPr="003B5BD1">
              <w:rPr>
                <w:rFonts w:ascii="Corbel" w:hAnsi="Corbel"/>
                <w:sz w:val="24"/>
                <w:szCs w:val="24"/>
              </w:rPr>
              <w:t>Skrzydły</w:t>
            </w:r>
            <w:proofErr w:type="spellEnd"/>
            <w:r w:rsidRPr="003B5BD1">
              <w:rPr>
                <w:rFonts w:ascii="Corbel" w:hAnsi="Corbel"/>
                <w:sz w:val="24"/>
                <w:szCs w:val="24"/>
              </w:rPr>
              <w:t>, Lublin 2010,</w:t>
            </w:r>
          </w:p>
          <w:p w14:paraId="2D46D1B3" w14:textId="77777777" w:rsidR="007624C4" w:rsidRPr="003B5BD1" w:rsidRDefault="007624C4" w:rsidP="003B5BD1">
            <w:pPr>
              <w:numPr>
                <w:ilvl w:val="0"/>
                <w:numId w:val="5"/>
              </w:numPr>
              <w:spacing w:after="0" w:line="240" w:lineRule="auto"/>
              <w:outlineLvl w:val="3"/>
              <w:rPr>
                <w:rFonts w:ascii="Corbel" w:hAnsi="Corbel"/>
                <w:sz w:val="24"/>
                <w:szCs w:val="24"/>
              </w:rPr>
            </w:pPr>
            <w:r w:rsidRPr="003B5BD1">
              <w:rPr>
                <w:rFonts w:ascii="Corbel" w:hAnsi="Corbel"/>
                <w:i/>
                <w:sz w:val="24"/>
                <w:szCs w:val="24"/>
              </w:rPr>
              <w:t>Ustroje państw współczesnych,</w:t>
            </w:r>
            <w:r w:rsidRPr="003B5BD1">
              <w:rPr>
                <w:rFonts w:ascii="Corbel" w:hAnsi="Corbel"/>
                <w:sz w:val="24"/>
                <w:szCs w:val="24"/>
              </w:rPr>
              <w:t xml:space="preserve"> T. 2 pod red. E. </w:t>
            </w:r>
            <w:proofErr w:type="spellStart"/>
            <w:r w:rsidRPr="003B5BD1">
              <w:rPr>
                <w:rFonts w:ascii="Corbel" w:hAnsi="Corbel"/>
                <w:sz w:val="24"/>
                <w:szCs w:val="24"/>
              </w:rPr>
              <w:t>Gdulewicz</w:t>
            </w:r>
            <w:proofErr w:type="spellEnd"/>
            <w:r w:rsidRPr="003B5BD1">
              <w:rPr>
                <w:rFonts w:ascii="Corbel" w:hAnsi="Corbel"/>
                <w:sz w:val="24"/>
                <w:szCs w:val="24"/>
              </w:rPr>
              <w:t>, Lublin 2005,</w:t>
            </w:r>
          </w:p>
          <w:p w14:paraId="0B544F6A" w14:textId="77777777" w:rsidR="007624C4" w:rsidRPr="003B5BD1" w:rsidRDefault="007624C4" w:rsidP="003B5B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3B5BD1" w14:paraId="4A80EC96" w14:textId="77777777" w:rsidTr="00890772">
        <w:trPr>
          <w:trHeight w:val="397"/>
          <w:jc w:val="center"/>
        </w:trPr>
        <w:tc>
          <w:tcPr>
            <w:tcW w:w="9361" w:type="dxa"/>
          </w:tcPr>
          <w:p w14:paraId="6202C87F" w14:textId="77777777" w:rsidR="0085747A" w:rsidRPr="003B5BD1" w:rsidRDefault="0085747A" w:rsidP="003B5BD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B5BD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FD29A8A" w14:textId="50D8F45F" w:rsidR="007624C4" w:rsidRPr="003B5BD1" w:rsidRDefault="007624C4" w:rsidP="003B5BD1">
            <w:pPr>
              <w:numPr>
                <w:ilvl w:val="0"/>
                <w:numId w:val="4"/>
              </w:numPr>
              <w:spacing w:after="0" w:line="240" w:lineRule="auto"/>
              <w:jc w:val="both"/>
              <w:outlineLvl w:val="3"/>
              <w:rPr>
                <w:rFonts w:ascii="Corbel" w:hAnsi="Corbel"/>
                <w:sz w:val="24"/>
                <w:szCs w:val="24"/>
              </w:rPr>
            </w:pPr>
            <w:r w:rsidRPr="003B5BD1">
              <w:rPr>
                <w:rFonts w:ascii="Corbel" w:hAnsi="Corbel"/>
                <w:sz w:val="24"/>
                <w:szCs w:val="24"/>
              </w:rPr>
              <w:t xml:space="preserve">P. Sarnecki, </w:t>
            </w:r>
            <w:r w:rsidRPr="003B5BD1">
              <w:rPr>
                <w:rFonts w:ascii="Corbel" w:hAnsi="Corbel"/>
                <w:i/>
                <w:sz w:val="24"/>
                <w:szCs w:val="24"/>
              </w:rPr>
              <w:t>Ustroje konstytucyjne państw współczesnych</w:t>
            </w:r>
            <w:r w:rsidRPr="003B5BD1">
              <w:rPr>
                <w:rFonts w:ascii="Corbel" w:hAnsi="Corbel"/>
                <w:sz w:val="24"/>
                <w:szCs w:val="24"/>
              </w:rPr>
              <w:t xml:space="preserve">, Warszawa 2008, </w:t>
            </w:r>
          </w:p>
          <w:p w14:paraId="57BB3500" w14:textId="16FAE293" w:rsidR="003B5BD1" w:rsidRPr="003B5BD1" w:rsidRDefault="003B5BD1" w:rsidP="003B5BD1">
            <w:pPr>
              <w:numPr>
                <w:ilvl w:val="0"/>
                <w:numId w:val="4"/>
              </w:numPr>
              <w:spacing w:after="0" w:line="240" w:lineRule="auto"/>
              <w:jc w:val="both"/>
              <w:outlineLvl w:val="3"/>
              <w:rPr>
                <w:rFonts w:ascii="Corbel" w:hAnsi="Corbel"/>
                <w:sz w:val="24"/>
                <w:szCs w:val="24"/>
              </w:rPr>
            </w:pPr>
            <w:r w:rsidRPr="003B5BD1">
              <w:rPr>
                <w:rFonts w:ascii="Corbel" w:hAnsi="Corbel" w:cstheme="minorHAnsi"/>
                <w:sz w:val="24"/>
                <w:szCs w:val="24"/>
              </w:rPr>
              <w:t xml:space="preserve">S. Grabowska, </w:t>
            </w:r>
            <w:r w:rsidRPr="003B5BD1">
              <w:rPr>
                <w:rFonts w:ascii="Corbel" w:hAnsi="Corbel" w:cstheme="minorHAnsi"/>
                <w:i/>
                <w:iCs/>
                <w:sz w:val="24"/>
                <w:szCs w:val="24"/>
              </w:rPr>
              <w:t>Modele odpowiedzialności konstytucyjnej prezydenta we współczesnych państwach europejskich</w:t>
            </w:r>
            <w:r w:rsidRPr="003B5BD1">
              <w:rPr>
                <w:rFonts w:ascii="Corbel" w:hAnsi="Corbel" w:cstheme="minorHAnsi"/>
                <w:sz w:val="24"/>
                <w:szCs w:val="24"/>
              </w:rPr>
              <w:t>, ISBN 978-83-7780-273-1, Wydawnictwo Adam Marszałek, Toruń 2012,</w:t>
            </w:r>
          </w:p>
          <w:p w14:paraId="6D7F50E9" w14:textId="77777777" w:rsidR="007624C4" w:rsidRPr="003B5BD1" w:rsidRDefault="007624C4" w:rsidP="003B5BD1">
            <w:pPr>
              <w:numPr>
                <w:ilvl w:val="0"/>
                <w:numId w:val="4"/>
              </w:numPr>
              <w:spacing w:after="0" w:line="240" w:lineRule="auto"/>
              <w:jc w:val="both"/>
              <w:outlineLvl w:val="3"/>
              <w:rPr>
                <w:rFonts w:ascii="Corbel" w:hAnsi="Corbel"/>
                <w:sz w:val="24"/>
                <w:szCs w:val="24"/>
              </w:rPr>
            </w:pPr>
            <w:r w:rsidRPr="003B5BD1">
              <w:rPr>
                <w:rFonts w:ascii="Corbel" w:hAnsi="Corbel"/>
                <w:i/>
                <w:sz w:val="24"/>
                <w:szCs w:val="24"/>
              </w:rPr>
              <w:lastRenderedPageBreak/>
              <w:t>Współczesne systemy polityczne</w:t>
            </w:r>
            <w:r w:rsidRPr="003B5BD1">
              <w:rPr>
                <w:rFonts w:ascii="Corbel" w:hAnsi="Corbel"/>
                <w:sz w:val="24"/>
                <w:szCs w:val="24"/>
              </w:rPr>
              <w:t xml:space="preserve">, pod red. M. Żmigrodzkiego, B. </w:t>
            </w:r>
            <w:proofErr w:type="spellStart"/>
            <w:r w:rsidRPr="003B5BD1">
              <w:rPr>
                <w:rFonts w:ascii="Corbel" w:hAnsi="Corbel"/>
                <w:sz w:val="24"/>
                <w:szCs w:val="24"/>
              </w:rPr>
              <w:t>Dziemidok</w:t>
            </w:r>
            <w:proofErr w:type="spellEnd"/>
            <w:r w:rsidRPr="003B5BD1">
              <w:rPr>
                <w:rFonts w:ascii="Corbel" w:hAnsi="Corbel"/>
                <w:sz w:val="24"/>
                <w:szCs w:val="24"/>
              </w:rPr>
              <w:t xml:space="preserve"> – Olszewskiej, Warszawa 2009.</w:t>
            </w:r>
          </w:p>
          <w:p w14:paraId="484FDE00" w14:textId="77777777" w:rsidR="007624C4" w:rsidRPr="003B5BD1" w:rsidRDefault="007624C4" w:rsidP="003B5BD1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B5BD1">
              <w:rPr>
                <w:rFonts w:ascii="Corbel" w:hAnsi="Corbel"/>
                <w:i/>
                <w:sz w:val="24"/>
                <w:szCs w:val="24"/>
              </w:rPr>
              <w:t>Ustrój Unii Europejskiej i ustroje państw członkowskich,</w:t>
            </w:r>
            <w:r w:rsidRPr="003B5BD1">
              <w:rPr>
                <w:rFonts w:ascii="Corbel" w:hAnsi="Corbel"/>
                <w:sz w:val="24"/>
                <w:szCs w:val="24"/>
              </w:rPr>
              <w:t xml:space="preserve"> pod red. P. Sarneckiego, Warszawa 2007</w:t>
            </w:r>
          </w:p>
          <w:p w14:paraId="2499AED4" w14:textId="77777777" w:rsidR="003B5BD1" w:rsidRPr="003B5BD1" w:rsidRDefault="003B5BD1" w:rsidP="003B5BD1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bookmarkStart w:id="0" w:name="_Hlk129798706"/>
            <w:r w:rsidRPr="003B5BD1">
              <w:rPr>
                <w:rFonts w:ascii="Corbel" w:hAnsi="Corbel" w:cstheme="minorHAnsi"/>
                <w:sz w:val="24"/>
                <w:szCs w:val="24"/>
              </w:rPr>
              <w:t>Zasady podziału władzy we współczesnych państwach europejskich, T. I, red. S. Grabowska, R. Grabowski, ISBN 978-83-7996-307-2, Wydawnictwo Uniwersytetu Rzeszowskiego, Rzeszów 2016, ss. 352</w:t>
            </w:r>
            <w:bookmarkEnd w:id="0"/>
          </w:p>
          <w:p w14:paraId="36D4C5CC" w14:textId="77777777" w:rsidR="003B5BD1" w:rsidRPr="003B5BD1" w:rsidRDefault="003B5BD1" w:rsidP="003B5BD1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bookmarkStart w:id="1" w:name="_Hlk129798696"/>
            <w:r w:rsidRPr="003B5BD1">
              <w:rPr>
                <w:rFonts w:ascii="Corbel" w:hAnsi="Corbel" w:cstheme="minorHAnsi"/>
                <w:sz w:val="24"/>
                <w:szCs w:val="24"/>
              </w:rPr>
              <w:t>Zasady podziału władzy we współczesnych państwach europejskich, T. II, red. S. Grabowska, R. Grabowski, ISBN 978-83-7996-370-6, Wydawnictwo Uniwersytetu Rzeszowskiego, Rzeszów 2016, ss. 362</w:t>
            </w:r>
            <w:bookmarkEnd w:id="1"/>
          </w:p>
          <w:p w14:paraId="49B565FD" w14:textId="6FC64629" w:rsidR="003B5BD1" w:rsidRPr="003B5BD1" w:rsidRDefault="003B5BD1" w:rsidP="003B5BD1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bookmarkStart w:id="2" w:name="_Hlk129798556"/>
            <w:r w:rsidRPr="003B5BD1">
              <w:rPr>
                <w:rFonts w:ascii="Corbel" w:hAnsi="Corbel" w:cstheme="minorHAnsi"/>
                <w:sz w:val="24"/>
                <w:szCs w:val="24"/>
              </w:rPr>
              <w:t>Prawo wyborcze na urząd prezydenta w państwach europejskich, red. S. Grabowska, R. Grabowski, ISBN 978-83-7526-187-5, Wolters Kluwer, Warszawa 2007, ss. 307</w:t>
            </w:r>
            <w:bookmarkEnd w:id="2"/>
          </w:p>
          <w:p w14:paraId="4F168083" w14:textId="176B96B2" w:rsidR="003B5BD1" w:rsidRPr="003B5BD1" w:rsidRDefault="003B5BD1" w:rsidP="003B5BD1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bookmarkStart w:id="3" w:name="_Hlk129798526"/>
            <w:r w:rsidRPr="003B5BD1">
              <w:rPr>
                <w:rFonts w:ascii="Corbel" w:hAnsi="Corbel" w:cstheme="minorHAnsi"/>
                <w:sz w:val="24"/>
                <w:szCs w:val="24"/>
              </w:rPr>
              <w:t xml:space="preserve">Prawo wyborcze do parlamentu w wybranych państwach europejskich, red. S. Grabowska, K. </w:t>
            </w:r>
            <w:proofErr w:type="spellStart"/>
            <w:r w:rsidRPr="003B5BD1">
              <w:rPr>
                <w:rFonts w:ascii="Corbel" w:hAnsi="Corbel" w:cstheme="minorHAnsi"/>
                <w:sz w:val="24"/>
                <w:szCs w:val="24"/>
              </w:rPr>
              <w:t>Składowski</w:t>
            </w:r>
            <w:proofErr w:type="spellEnd"/>
            <w:r w:rsidRPr="003B5BD1">
              <w:rPr>
                <w:rFonts w:ascii="Corbel" w:hAnsi="Corbel" w:cstheme="minorHAnsi"/>
                <w:sz w:val="24"/>
                <w:szCs w:val="24"/>
              </w:rPr>
              <w:t>, ISBN 83-7444-243-3, Zakamycze, Kraków 2006, ss. 311</w:t>
            </w:r>
            <w:bookmarkEnd w:id="3"/>
          </w:p>
          <w:p w14:paraId="73892C99" w14:textId="247E7A4C" w:rsidR="003B5BD1" w:rsidRPr="003B5BD1" w:rsidRDefault="003B5BD1" w:rsidP="003B5BD1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bookmarkStart w:id="4" w:name="_Hlk129798628"/>
            <w:r w:rsidRPr="003B5BD1">
              <w:rPr>
                <w:rFonts w:ascii="Corbel" w:hAnsi="Corbel" w:cstheme="minorHAnsi"/>
                <w:sz w:val="24"/>
                <w:szCs w:val="24"/>
              </w:rPr>
              <w:t>Konstytucja Rzeczypospolitej Polskiej. Komentarz encyklopedyczny, red. W. Skrzydło, S. Grabowska, R. Grabowski, ISBN 978-83-7601-686-3, Wolters Kluwer, Warszawa 2009, ss. 757</w:t>
            </w:r>
            <w:bookmarkEnd w:id="4"/>
          </w:p>
          <w:p w14:paraId="1B4D0C76" w14:textId="2D238AB1" w:rsidR="003B5BD1" w:rsidRPr="003B5BD1" w:rsidRDefault="003B5BD1" w:rsidP="003B5BD1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bookmarkStart w:id="5" w:name="_Hlk129798596"/>
            <w:r w:rsidRPr="003B5BD1">
              <w:rPr>
                <w:rFonts w:ascii="Corbel" w:hAnsi="Corbel" w:cstheme="minorHAnsi"/>
                <w:sz w:val="24"/>
                <w:szCs w:val="24"/>
              </w:rPr>
              <w:t>Zasady zmiany konstytucji w państwach europejskich, red. R. Grabowski, S. Grabowska, ISBN 978-83-7526-572-9, Wolters Kluwer, Warszawa 2008, ss. 416</w:t>
            </w:r>
            <w:bookmarkEnd w:id="5"/>
          </w:p>
          <w:p w14:paraId="3B047A72" w14:textId="77777777" w:rsidR="007624C4" w:rsidRPr="003B5BD1" w:rsidRDefault="007624C4" w:rsidP="003B5BD1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B5BD1">
              <w:rPr>
                <w:rFonts w:ascii="Corbel" w:hAnsi="Corbel"/>
                <w:i/>
                <w:sz w:val="24"/>
                <w:szCs w:val="24"/>
              </w:rPr>
              <w:t>Konstytucje państw Unii Europejskiej</w:t>
            </w:r>
            <w:r w:rsidRPr="003B5BD1">
              <w:rPr>
                <w:rFonts w:ascii="Corbel" w:hAnsi="Corbel"/>
                <w:sz w:val="24"/>
                <w:szCs w:val="24"/>
              </w:rPr>
              <w:t xml:space="preserve">, pod red. W. Staśkiewicza, Wydawnictwo Sejmowe, Warszawa 2011, </w:t>
            </w:r>
          </w:p>
          <w:p w14:paraId="35DA3617" w14:textId="77777777" w:rsidR="007624C4" w:rsidRPr="003B5BD1" w:rsidRDefault="007624C4" w:rsidP="003B5BD1">
            <w:pPr>
              <w:numPr>
                <w:ilvl w:val="0"/>
                <w:numId w:val="4"/>
              </w:numPr>
              <w:spacing w:after="0" w:line="240" w:lineRule="auto"/>
              <w:jc w:val="both"/>
              <w:outlineLvl w:val="3"/>
              <w:rPr>
                <w:rFonts w:ascii="Corbel" w:hAnsi="Corbel"/>
                <w:bCs/>
                <w:sz w:val="24"/>
                <w:szCs w:val="24"/>
              </w:rPr>
            </w:pPr>
            <w:r w:rsidRPr="003B5BD1">
              <w:rPr>
                <w:rFonts w:ascii="Corbel" w:hAnsi="Corbel"/>
                <w:bCs/>
                <w:sz w:val="24"/>
                <w:szCs w:val="24"/>
              </w:rPr>
              <w:t xml:space="preserve">B. Banaszak, </w:t>
            </w:r>
            <w:r w:rsidRPr="003B5BD1">
              <w:rPr>
                <w:rFonts w:ascii="Corbel" w:hAnsi="Corbel"/>
                <w:bCs/>
                <w:i/>
                <w:sz w:val="24"/>
                <w:szCs w:val="24"/>
              </w:rPr>
              <w:t>Porównawcze prawo konstytucyjne współczesnych państw demokratycznych</w:t>
            </w:r>
            <w:r w:rsidRPr="003B5BD1">
              <w:rPr>
                <w:rFonts w:ascii="Corbel" w:hAnsi="Corbel"/>
                <w:bCs/>
                <w:sz w:val="24"/>
                <w:szCs w:val="24"/>
              </w:rPr>
              <w:t>, Warszawa 2007,</w:t>
            </w:r>
          </w:p>
          <w:p w14:paraId="0F59DF8F" w14:textId="77777777" w:rsidR="007624C4" w:rsidRPr="003B5BD1" w:rsidRDefault="007624C4" w:rsidP="003B5BD1">
            <w:pPr>
              <w:numPr>
                <w:ilvl w:val="0"/>
                <w:numId w:val="4"/>
              </w:numPr>
              <w:spacing w:after="0" w:line="240" w:lineRule="auto"/>
              <w:jc w:val="both"/>
              <w:outlineLvl w:val="3"/>
              <w:rPr>
                <w:rFonts w:ascii="Corbel" w:hAnsi="Corbel"/>
                <w:bCs/>
                <w:sz w:val="24"/>
                <w:szCs w:val="24"/>
              </w:rPr>
            </w:pPr>
            <w:r w:rsidRPr="003B5BD1">
              <w:rPr>
                <w:rFonts w:ascii="Corbel" w:hAnsi="Corbel"/>
                <w:bCs/>
                <w:sz w:val="24"/>
                <w:szCs w:val="24"/>
              </w:rPr>
              <w:t xml:space="preserve">J. Zieliński, I. </w:t>
            </w:r>
            <w:proofErr w:type="spellStart"/>
            <w:r w:rsidRPr="003B5BD1">
              <w:rPr>
                <w:rFonts w:ascii="Corbel" w:hAnsi="Corbel"/>
                <w:bCs/>
                <w:sz w:val="24"/>
                <w:szCs w:val="24"/>
              </w:rPr>
              <w:t>Bokszczanin</w:t>
            </w:r>
            <w:proofErr w:type="spellEnd"/>
            <w:r w:rsidRPr="003B5BD1">
              <w:rPr>
                <w:rFonts w:ascii="Corbel" w:hAnsi="Corbel"/>
                <w:bCs/>
                <w:sz w:val="24"/>
                <w:szCs w:val="24"/>
              </w:rPr>
              <w:t xml:space="preserve">, </w:t>
            </w:r>
            <w:r w:rsidRPr="003B5BD1">
              <w:rPr>
                <w:rFonts w:ascii="Corbel" w:hAnsi="Corbel"/>
                <w:bCs/>
                <w:i/>
                <w:sz w:val="24"/>
                <w:szCs w:val="24"/>
              </w:rPr>
              <w:t>Rządy w państwach Europy,</w:t>
            </w:r>
            <w:r w:rsidRPr="003B5BD1">
              <w:rPr>
                <w:rFonts w:ascii="Corbel" w:hAnsi="Corbel"/>
                <w:bCs/>
                <w:sz w:val="24"/>
                <w:szCs w:val="24"/>
              </w:rPr>
              <w:t xml:space="preserve"> T. 1, Warszawa 2003, </w:t>
            </w:r>
          </w:p>
          <w:p w14:paraId="05E22434" w14:textId="77777777" w:rsidR="007624C4" w:rsidRPr="003B5BD1" w:rsidRDefault="007624C4" w:rsidP="003B5BD1">
            <w:pPr>
              <w:numPr>
                <w:ilvl w:val="0"/>
                <w:numId w:val="4"/>
              </w:numPr>
              <w:spacing w:after="0" w:line="240" w:lineRule="auto"/>
              <w:jc w:val="both"/>
              <w:outlineLvl w:val="3"/>
              <w:rPr>
                <w:rFonts w:ascii="Corbel" w:hAnsi="Corbel"/>
                <w:bCs/>
                <w:sz w:val="24"/>
                <w:szCs w:val="24"/>
              </w:rPr>
            </w:pPr>
            <w:r w:rsidRPr="003B5BD1">
              <w:rPr>
                <w:rFonts w:ascii="Corbel" w:hAnsi="Corbel"/>
                <w:bCs/>
                <w:sz w:val="24"/>
                <w:szCs w:val="24"/>
              </w:rPr>
              <w:t xml:space="preserve">J. Zieliński, I. </w:t>
            </w:r>
            <w:proofErr w:type="spellStart"/>
            <w:r w:rsidRPr="003B5BD1">
              <w:rPr>
                <w:rFonts w:ascii="Corbel" w:hAnsi="Corbel"/>
                <w:bCs/>
                <w:sz w:val="24"/>
                <w:szCs w:val="24"/>
              </w:rPr>
              <w:t>Bokszczanin</w:t>
            </w:r>
            <w:proofErr w:type="spellEnd"/>
            <w:r w:rsidRPr="003B5BD1">
              <w:rPr>
                <w:rFonts w:ascii="Corbel" w:hAnsi="Corbel"/>
                <w:bCs/>
                <w:sz w:val="24"/>
                <w:szCs w:val="24"/>
              </w:rPr>
              <w:t xml:space="preserve">, </w:t>
            </w:r>
            <w:r w:rsidRPr="003B5BD1">
              <w:rPr>
                <w:rFonts w:ascii="Corbel" w:hAnsi="Corbel"/>
                <w:bCs/>
                <w:i/>
                <w:sz w:val="24"/>
                <w:szCs w:val="24"/>
              </w:rPr>
              <w:t>Rządy w państwach Europy,</w:t>
            </w:r>
            <w:r w:rsidRPr="003B5BD1">
              <w:rPr>
                <w:rFonts w:ascii="Corbel" w:hAnsi="Corbel"/>
                <w:bCs/>
                <w:sz w:val="24"/>
                <w:szCs w:val="24"/>
              </w:rPr>
              <w:t xml:space="preserve"> T. 2, Warszawa 2005,</w:t>
            </w:r>
          </w:p>
          <w:p w14:paraId="4F939BA8" w14:textId="77777777" w:rsidR="007624C4" w:rsidRPr="003B5BD1" w:rsidRDefault="007624C4" w:rsidP="003B5BD1">
            <w:pPr>
              <w:numPr>
                <w:ilvl w:val="0"/>
                <w:numId w:val="4"/>
              </w:numPr>
              <w:spacing w:after="0" w:line="240" w:lineRule="auto"/>
              <w:jc w:val="both"/>
              <w:outlineLvl w:val="3"/>
              <w:rPr>
                <w:rFonts w:ascii="Corbel" w:hAnsi="Corbel"/>
                <w:bCs/>
                <w:sz w:val="24"/>
                <w:szCs w:val="24"/>
              </w:rPr>
            </w:pPr>
            <w:r w:rsidRPr="003B5BD1">
              <w:rPr>
                <w:rFonts w:ascii="Corbel" w:hAnsi="Corbel"/>
                <w:bCs/>
                <w:sz w:val="24"/>
                <w:szCs w:val="24"/>
              </w:rPr>
              <w:t xml:space="preserve">J. Zieliński, J. Zieliński, </w:t>
            </w:r>
            <w:r w:rsidRPr="003B5BD1">
              <w:rPr>
                <w:rFonts w:ascii="Corbel" w:hAnsi="Corbel"/>
                <w:bCs/>
                <w:i/>
                <w:sz w:val="24"/>
                <w:szCs w:val="24"/>
              </w:rPr>
              <w:t>Rządy w państwach Europy,</w:t>
            </w:r>
            <w:r w:rsidRPr="003B5BD1">
              <w:rPr>
                <w:rFonts w:ascii="Corbel" w:hAnsi="Corbel"/>
                <w:bCs/>
                <w:sz w:val="24"/>
                <w:szCs w:val="24"/>
              </w:rPr>
              <w:t xml:space="preserve"> T. 3, Warszawa 2006,</w:t>
            </w:r>
          </w:p>
          <w:p w14:paraId="6CC761C8" w14:textId="77777777" w:rsidR="007624C4" w:rsidRPr="003B5BD1" w:rsidRDefault="007624C4" w:rsidP="003B5BD1">
            <w:pPr>
              <w:numPr>
                <w:ilvl w:val="0"/>
                <w:numId w:val="4"/>
              </w:numPr>
              <w:spacing w:after="0" w:line="240" w:lineRule="auto"/>
              <w:jc w:val="both"/>
              <w:outlineLvl w:val="3"/>
              <w:rPr>
                <w:rFonts w:ascii="Corbel" w:hAnsi="Corbel"/>
                <w:bCs/>
                <w:sz w:val="24"/>
                <w:szCs w:val="24"/>
              </w:rPr>
            </w:pPr>
            <w:r w:rsidRPr="003B5BD1">
              <w:rPr>
                <w:rFonts w:ascii="Corbel" w:hAnsi="Corbel"/>
                <w:bCs/>
                <w:sz w:val="24"/>
                <w:szCs w:val="24"/>
              </w:rPr>
              <w:t xml:space="preserve">E. Zieliński, J. Zieliński, </w:t>
            </w:r>
            <w:r w:rsidRPr="003B5BD1">
              <w:rPr>
                <w:rFonts w:ascii="Corbel" w:hAnsi="Corbel"/>
                <w:bCs/>
                <w:i/>
                <w:sz w:val="24"/>
                <w:szCs w:val="24"/>
              </w:rPr>
              <w:t>Rządy w państwach Europy,</w:t>
            </w:r>
            <w:r w:rsidRPr="003B5BD1">
              <w:rPr>
                <w:rFonts w:ascii="Corbel" w:hAnsi="Corbel"/>
                <w:bCs/>
                <w:sz w:val="24"/>
                <w:szCs w:val="24"/>
              </w:rPr>
              <w:t xml:space="preserve"> T. 4, Warszawa 2007,</w:t>
            </w:r>
          </w:p>
          <w:p w14:paraId="37FF291F" w14:textId="77777777" w:rsidR="007624C4" w:rsidRPr="003B5BD1" w:rsidRDefault="007624C4" w:rsidP="003B5BD1">
            <w:pPr>
              <w:numPr>
                <w:ilvl w:val="0"/>
                <w:numId w:val="4"/>
              </w:numPr>
              <w:spacing w:after="0" w:line="240" w:lineRule="auto"/>
              <w:jc w:val="both"/>
              <w:outlineLvl w:val="3"/>
              <w:rPr>
                <w:rFonts w:ascii="Corbel" w:hAnsi="Corbel"/>
                <w:bCs/>
                <w:sz w:val="24"/>
                <w:szCs w:val="24"/>
              </w:rPr>
            </w:pPr>
            <w:r w:rsidRPr="003B5BD1">
              <w:rPr>
                <w:rFonts w:ascii="Corbel" w:hAnsi="Corbel"/>
                <w:bCs/>
                <w:i/>
                <w:sz w:val="24"/>
                <w:szCs w:val="24"/>
              </w:rPr>
              <w:t>Prezydent w państwach współczesnych</w:t>
            </w:r>
            <w:r w:rsidRPr="003B5BD1">
              <w:rPr>
                <w:rFonts w:ascii="Corbel" w:hAnsi="Corbel"/>
                <w:bCs/>
                <w:sz w:val="24"/>
                <w:szCs w:val="24"/>
              </w:rPr>
              <w:t xml:space="preserve">, pod red. J. Osińskiego, Warszawa 2009, </w:t>
            </w:r>
          </w:p>
          <w:p w14:paraId="52D960A7" w14:textId="77777777" w:rsidR="007624C4" w:rsidRPr="003B5BD1" w:rsidRDefault="007624C4" w:rsidP="003B5BD1">
            <w:pPr>
              <w:numPr>
                <w:ilvl w:val="0"/>
                <w:numId w:val="4"/>
              </w:numPr>
              <w:spacing w:after="0" w:line="240" w:lineRule="auto"/>
              <w:jc w:val="both"/>
              <w:outlineLvl w:val="3"/>
              <w:rPr>
                <w:rFonts w:ascii="Corbel" w:hAnsi="Corbel"/>
                <w:bCs/>
                <w:sz w:val="24"/>
                <w:szCs w:val="24"/>
              </w:rPr>
            </w:pPr>
            <w:r w:rsidRPr="003B5BD1">
              <w:rPr>
                <w:rFonts w:ascii="Corbel" w:hAnsi="Corbel"/>
                <w:bCs/>
                <w:sz w:val="24"/>
                <w:szCs w:val="24"/>
              </w:rPr>
              <w:t>Książki z serii: „Systemy konstytucyjne państw świata” Wydawnictwa Sejmowego,</w:t>
            </w:r>
          </w:p>
          <w:p w14:paraId="785DD110" w14:textId="77777777" w:rsidR="007624C4" w:rsidRPr="003B5BD1" w:rsidRDefault="007624C4" w:rsidP="003B5BD1">
            <w:pPr>
              <w:numPr>
                <w:ilvl w:val="0"/>
                <w:numId w:val="4"/>
              </w:numPr>
              <w:spacing w:after="0" w:line="240" w:lineRule="auto"/>
              <w:jc w:val="both"/>
              <w:outlineLvl w:val="3"/>
              <w:rPr>
                <w:rFonts w:ascii="Corbel" w:hAnsi="Corbel"/>
                <w:bCs/>
                <w:sz w:val="24"/>
                <w:szCs w:val="24"/>
              </w:rPr>
            </w:pPr>
            <w:r w:rsidRPr="003B5BD1">
              <w:rPr>
                <w:rFonts w:ascii="Corbel" w:hAnsi="Corbel"/>
                <w:bCs/>
                <w:sz w:val="24"/>
                <w:szCs w:val="24"/>
              </w:rPr>
              <w:t>Książki z serii: „Parlamenty” Wydawnictwa Sejmowego,</w:t>
            </w:r>
          </w:p>
          <w:p w14:paraId="394B174D" w14:textId="77777777" w:rsidR="005C0E4F" w:rsidRPr="003B5BD1" w:rsidRDefault="005C0E4F" w:rsidP="003B5BD1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B5BD1">
              <w:rPr>
                <w:rFonts w:ascii="Corbel" w:hAnsi="Corbel"/>
                <w:sz w:val="24"/>
                <w:szCs w:val="24"/>
              </w:rPr>
              <w:t>S. Bożyk, M. Grzybowski (red.), Systemy ustrojowe państw współczesnych, Białystok 2012</w:t>
            </w:r>
          </w:p>
          <w:p w14:paraId="10C9AEA1" w14:textId="77777777" w:rsidR="005C0E4F" w:rsidRPr="003B5BD1" w:rsidRDefault="005C0E4F" w:rsidP="003B5BD1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B5BD1">
              <w:rPr>
                <w:rFonts w:ascii="Corbel" w:hAnsi="Corbel"/>
                <w:sz w:val="24"/>
                <w:szCs w:val="24"/>
              </w:rPr>
              <w:t xml:space="preserve">M. Żmigrodzki, B. </w:t>
            </w:r>
            <w:proofErr w:type="spellStart"/>
            <w:r w:rsidRPr="003B5BD1">
              <w:rPr>
                <w:rFonts w:ascii="Corbel" w:hAnsi="Corbel"/>
                <w:sz w:val="24"/>
                <w:szCs w:val="24"/>
              </w:rPr>
              <w:t>Dziemidok</w:t>
            </w:r>
            <w:proofErr w:type="spellEnd"/>
            <w:r w:rsidRPr="003B5BD1">
              <w:rPr>
                <w:rFonts w:ascii="Corbel" w:hAnsi="Corbel"/>
                <w:sz w:val="24"/>
                <w:szCs w:val="24"/>
              </w:rPr>
              <w:t>-Olszewska (red.), Współczesne systemy polityczne, Warszawa 2013</w:t>
            </w:r>
          </w:p>
          <w:p w14:paraId="35C1865C" w14:textId="77777777" w:rsidR="003B5BD1" w:rsidRDefault="005C0E4F" w:rsidP="003B5BD1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3B5BD1">
              <w:rPr>
                <w:rFonts w:ascii="Corbel" w:hAnsi="Corbel"/>
                <w:sz w:val="24"/>
                <w:szCs w:val="24"/>
              </w:rPr>
              <w:t>Dziemidok</w:t>
            </w:r>
            <w:proofErr w:type="spellEnd"/>
            <w:r w:rsidRPr="003B5BD1">
              <w:rPr>
                <w:rFonts w:ascii="Corbel" w:hAnsi="Corbel"/>
                <w:sz w:val="24"/>
                <w:szCs w:val="24"/>
              </w:rPr>
              <w:t>-Olszewska, W. Sokół (red.), Encyklopedia politologii: Instytucje i systemy polityczne, tom II, Warszawa 2012</w:t>
            </w:r>
          </w:p>
          <w:p w14:paraId="57E195CD" w14:textId="29D8C015" w:rsidR="005C0E4F" w:rsidRPr="003B5BD1" w:rsidRDefault="003B5BD1" w:rsidP="003B5BD1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A. </w:t>
            </w:r>
            <w:proofErr w:type="spellStart"/>
            <w:r w:rsidR="005C0E4F" w:rsidRPr="003B5BD1">
              <w:rPr>
                <w:rFonts w:ascii="Corbel" w:hAnsi="Corbel"/>
                <w:sz w:val="24"/>
                <w:szCs w:val="24"/>
              </w:rPr>
              <w:t>Pułło</w:t>
            </w:r>
            <w:proofErr w:type="spellEnd"/>
            <w:r w:rsidR="005C0E4F" w:rsidRPr="003B5BD1">
              <w:rPr>
                <w:rFonts w:ascii="Corbel" w:hAnsi="Corbel"/>
                <w:sz w:val="24"/>
                <w:szCs w:val="24"/>
              </w:rPr>
              <w:t>, Ustroje państw współczesnych, Warszawa 2007</w:t>
            </w:r>
          </w:p>
          <w:p w14:paraId="043CC9DE" w14:textId="7859963B" w:rsidR="005C0E4F" w:rsidRPr="003B5BD1" w:rsidRDefault="003B5BD1" w:rsidP="003B5BD1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D. </w:t>
            </w:r>
            <w:proofErr w:type="spellStart"/>
            <w:r w:rsidR="005C0E4F" w:rsidRPr="003B5BD1">
              <w:rPr>
                <w:rFonts w:ascii="Corbel" w:hAnsi="Corbel"/>
                <w:sz w:val="24"/>
                <w:szCs w:val="24"/>
              </w:rPr>
              <w:t>Nohlen</w:t>
            </w:r>
            <w:proofErr w:type="spellEnd"/>
            <w:r w:rsidR="005C0E4F" w:rsidRPr="003B5BD1">
              <w:rPr>
                <w:rFonts w:ascii="Corbel" w:hAnsi="Corbel"/>
                <w:sz w:val="24"/>
                <w:szCs w:val="24"/>
              </w:rPr>
              <w:t>, Prawo wyborcze i system partyjny. O teorii systemów wyborczych, Warszawa 2004</w:t>
            </w:r>
          </w:p>
          <w:p w14:paraId="2B190ECF" w14:textId="54BA339B" w:rsidR="005C0E4F" w:rsidRPr="003B5BD1" w:rsidRDefault="005C0E4F" w:rsidP="003B5BD1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B5BD1">
              <w:rPr>
                <w:rFonts w:ascii="Corbel" w:hAnsi="Corbel"/>
                <w:sz w:val="24"/>
                <w:szCs w:val="24"/>
              </w:rPr>
              <w:t xml:space="preserve">Bujwid-Kurek, D. </w:t>
            </w:r>
            <w:proofErr w:type="spellStart"/>
            <w:r w:rsidRPr="003B5BD1">
              <w:rPr>
                <w:rFonts w:ascii="Corbel" w:hAnsi="Corbel"/>
                <w:sz w:val="24"/>
                <w:szCs w:val="24"/>
              </w:rPr>
              <w:t>Mikucka-Wójtowicz</w:t>
            </w:r>
            <w:proofErr w:type="spellEnd"/>
            <w:r w:rsidRPr="003B5BD1">
              <w:rPr>
                <w:rFonts w:ascii="Corbel" w:hAnsi="Corbel"/>
                <w:sz w:val="24"/>
                <w:szCs w:val="24"/>
              </w:rPr>
              <w:t>, Transformacja ustroju politycznego wybranych państw Europy Środkowej i Południowo-Wschodniej, Kraków 2015</w:t>
            </w:r>
          </w:p>
          <w:p w14:paraId="4596EFF9" w14:textId="7203A88B" w:rsidR="007624C4" w:rsidRPr="003B5BD1" w:rsidRDefault="005C0E4F" w:rsidP="003B5BD1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B5BD1">
              <w:rPr>
                <w:rFonts w:ascii="Corbel" w:hAnsi="Corbel"/>
                <w:sz w:val="24"/>
                <w:szCs w:val="24"/>
              </w:rPr>
              <w:t>M. Barański, A. Czyż, R. Rajczyk (red.), Władza wykonawcza w teorii i praktyce politycznej okresu transformacji. Doświadczenia państw Grupy Wyszehradzkiej, Katowice 2014</w:t>
            </w:r>
          </w:p>
        </w:tc>
      </w:tr>
    </w:tbl>
    <w:p w14:paraId="4F011B1F" w14:textId="77777777" w:rsidR="0085747A" w:rsidRPr="003B5BD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7A4BED" w14:textId="77777777" w:rsidR="0085747A" w:rsidRPr="003B5BD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3B5BD1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3B5BD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3B5BD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5B6947" w14:textId="77777777" w:rsidR="005B047D" w:rsidRDefault="005B047D" w:rsidP="00C16ABF">
      <w:pPr>
        <w:spacing w:after="0" w:line="240" w:lineRule="auto"/>
      </w:pPr>
      <w:r>
        <w:separator/>
      </w:r>
    </w:p>
  </w:endnote>
  <w:endnote w:type="continuationSeparator" w:id="0">
    <w:p w14:paraId="5B577210" w14:textId="77777777" w:rsidR="005B047D" w:rsidRDefault="005B047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DBD77" w14:textId="77777777" w:rsidR="005B047D" w:rsidRDefault="005B047D" w:rsidP="00C16ABF">
      <w:pPr>
        <w:spacing w:after="0" w:line="240" w:lineRule="auto"/>
      </w:pPr>
      <w:r>
        <w:separator/>
      </w:r>
    </w:p>
  </w:footnote>
  <w:footnote w:type="continuationSeparator" w:id="0">
    <w:p w14:paraId="7C457A32" w14:textId="77777777" w:rsidR="005B047D" w:rsidRDefault="005B047D" w:rsidP="00C16ABF">
      <w:pPr>
        <w:spacing w:after="0" w:line="240" w:lineRule="auto"/>
      </w:pPr>
      <w:r>
        <w:continuationSeparator/>
      </w:r>
    </w:p>
  </w:footnote>
  <w:footnote w:id="1">
    <w:p w14:paraId="3ACB30C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36501"/>
    <w:multiLevelType w:val="hybridMultilevel"/>
    <w:tmpl w:val="2F7E473C"/>
    <w:lvl w:ilvl="0" w:tplc="0F661AC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343A99"/>
    <w:multiLevelType w:val="hybridMultilevel"/>
    <w:tmpl w:val="766C78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8E1F17"/>
    <w:multiLevelType w:val="hybridMultilevel"/>
    <w:tmpl w:val="FB9292F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8CA3D90"/>
    <w:multiLevelType w:val="hybridMultilevel"/>
    <w:tmpl w:val="F9048F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B523D6F"/>
    <w:multiLevelType w:val="hybridMultilevel"/>
    <w:tmpl w:val="B986CB6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9AE8690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C444649"/>
    <w:multiLevelType w:val="hybridMultilevel"/>
    <w:tmpl w:val="2C74C1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77251037">
    <w:abstractNumId w:val="3"/>
  </w:num>
  <w:num w:numId="2" w16cid:durableId="774717886">
    <w:abstractNumId w:val="0"/>
  </w:num>
  <w:num w:numId="3" w16cid:durableId="206839711">
    <w:abstractNumId w:val="6"/>
  </w:num>
  <w:num w:numId="4" w16cid:durableId="2125155059">
    <w:abstractNumId w:val="5"/>
  </w:num>
  <w:num w:numId="5" w16cid:durableId="1518427835">
    <w:abstractNumId w:val="2"/>
  </w:num>
  <w:num w:numId="6" w16cid:durableId="1267730528">
    <w:abstractNumId w:val="1"/>
  </w:num>
  <w:num w:numId="7" w16cid:durableId="80763314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4ED4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7EED"/>
    <w:rsid w:val="00281FF2"/>
    <w:rsid w:val="002857DE"/>
    <w:rsid w:val="00291567"/>
    <w:rsid w:val="00296E8E"/>
    <w:rsid w:val="002A22BF"/>
    <w:rsid w:val="002A2389"/>
    <w:rsid w:val="002A671D"/>
    <w:rsid w:val="002B0898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0699"/>
    <w:rsid w:val="00392895"/>
    <w:rsid w:val="003A0A5B"/>
    <w:rsid w:val="003A1176"/>
    <w:rsid w:val="003B5BD1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B047D"/>
    <w:rsid w:val="005C080F"/>
    <w:rsid w:val="005C0E4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31DF5"/>
    <w:rsid w:val="00647FA8"/>
    <w:rsid w:val="00650C5F"/>
    <w:rsid w:val="00654934"/>
    <w:rsid w:val="006620D9"/>
    <w:rsid w:val="00671958"/>
    <w:rsid w:val="00675843"/>
    <w:rsid w:val="00696477"/>
    <w:rsid w:val="006C2BE4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24C4"/>
    <w:rsid w:val="00763BF1"/>
    <w:rsid w:val="00766FD4"/>
    <w:rsid w:val="0078168C"/>
    <w:rsid w:val="00787C2A"/>
    <w:rsid w:val="00790E27"/>
    <w:rsid w:val="007A069A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0772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09D7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091"/>
    <w:rsid w:val="00A84C85"/>
    <w:rsid w:val="00A97DE1"/>
    <w:rsid w:val="00AB053C"/>
    <w:rsid w:val="00AB69FF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4BD1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BA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0B2C"/>
    <w:rsid w:val="00C61DC5"/>
    <w:rsid w:val="00C67E92"/>
    <w:rsid w:val="00C70A26"/>
    <w:rsid w:val="00C766DF"/>
    <w:rsid w:val="00C94B98"/>
    <w:rsid w:val="00CA2B96"/>
    <w:rsid w:val="00CA4A00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D4F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32C9"/>
    <w:rsid w:val="00F070AB"/>
    <w:rsid w:val="00F17567"/>
    <w:rsid w:val="00F27A7B"/>
    <w:rsid w:val="00F526AF"/>
    <w:rsid w:val="00F617C3"/>
    <w:rsid w:val="00F61A26"/>
    <w:rsid w:val="00F658FF"/>
    <w:rsid w:val="00F7066B"/>
    <w:rsid w:val="00F71890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EE162-99F7-42AB-B3F2-A060DBFEF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5</Pages>
  <Words>1426</Words>
  <Characters>8561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Renata Świrgoń-Skok</cp:lastModifiedBy>
  <cp:revision>2</cp:revision>
  <cp:lastPrinted>2019-02-06T12:12:00Z</cp:lastPrinted>
  <dcterms:created xsi:type="dcterms:W3CDTF">2023-10-19T10:09:00Z</dcterms:created>
  <dcterms:modified xsi:type="dcterms:W3CDTF">2023-10-19T10:09:00Z</dcterms:modified>
</cp:coreProperties>
</file>